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144" w:type="pct"/>
        <w:jc w:val="center"/>
        <w:tblLook w:val="04A0" w:firstRow="1" w:lastRow="0" w:firstColumn="1" w:lastColumn="0" w:noHBand="0" w:noVBand="1"/>
      </w:tblPr>
      <w:tblGrid>
        <w:gridCol w:w="9630"/>
      </w:tblGrid>
      <w:tr w:rsidR="00BF4423" w:rsidRPr="00BF4423" w14:paraId="4EBAEC9E" w14:textId="77777777" w:rsidTr="00CF2917">
        <w:trPr>
          <w:trHeight w:val="2880"/>
          <w:jc w:val="center"/>
        </w:trPr>
        <w:tc>
          <w:tcPr>
            <w:tcW w:w="5000" w:type="pct"/>
          </w:tcPr>
          <w:p w14:paraId="1128F8F5" w14:textId="77777777" w:rsidR="00BF4423" w:rsidRPr="00373B92" w:rsidRDefault="00BF4423" w:rsidP="000A4018">
            <w:pPr>
              <w:pStyle w:val="NoSpacing"/>
              <w:spacing w:after="100" w:afterAutospacing="1"/>
              <w:ind w:right="666"/>
              <w:jc w:val="center"/>
              <w:rPr>
                <w:rFonts w:eastAsia="DejaVu Sans"/>
                <w:kern w:val="2"/>
                <w:sz w:val="28"/>
                <w:szCs w:val="28"/>
                <w:lang w:eastAsia="hi-IN" w:bidi="hi-IN"/>
              </w:rPr>
            </w:pPr>
            <w:r w:rsidRPr="00373B92">
              <w:rPr>
                <w:rFonts w:eastAsia="DejaVu Sans"/>
                <w:b/>
                <w:kern w:val="2"/>
                <w:sz w:val="40"/>
                <w:szCs w:val="40"/>
                <w:lang w:eastAsia="hi-IN" w:bidi="hi-IN"/>
              </w:rPr>
              <w:t xml:space="preserve">National University of Computer and Emerging </w:t>
            </w:r>
            <w:r w:rsidR="00CF2917" w:rsidRPr="00373B92">
              <w:rPr>
                <w:rFonts w:eastAsia="DejaVu Sans"/>
                <w:b/>
                <w:kern w:val="2"/>
                <w:sz w:val="40"/>
                <w:szCs w:val="40"/>
                <w:lang w:eastAsia="hi-IN" w:bidi="hi-IN"/>
              </w:rPr>
              <w:t>S</w:t>
            </w:r>
            <w:r w:rsidRPr="00373B92">
              <w:rPr>
                <w:rFonts w:eastAsia="DejaVu Sans"/>
                <w:b/>
                <w:kern w:val="2"/>
                <w:sz w:val="40"/>
                <w:szCs w:val="40"/>
                <w:lang w:eastAsia="hi-IN" w:bidi="hi-IN"/>
              </w:rPr>
              <w:t xml:space="preserve">ciences       </w:t>
            </w:r>
          </w:p>
          <w:p w14:paraId="6BE39C67" w14:textId="77777777" w:rsidR="00BF4423" w:rsidRPr="00BD37C2" w:rsidRDefault="00BF4423" w:rsidP="000A4018">
            <w:pPr>
              <w:pStyle w:val="NoSpacing"/>
              <w:spacing w:after="100" w:afterAutospacing="1"/>
              <w:ind w:right="666"/>
              <w:jc w:val="center"/>
              <w:rPr>
                <w:caps/>
              </w:rPr>
            </w:pPr>
          </w:p>
          <w:p w14:paraId="15F40D9D" w14:textId="77777777" w:rsidR="00BF4423" w:rsidRPr="00BD37C2" w:rsidRDefault="00366903" w:rsidP="000A4018">
            <w:pPr>
              <w:ind w:right="666"/>
              <w:jc w:val="center"/>
            </w:pPr>
            <w:r w:rsidRPr="00A23C72">
              <w:rPr>
                <w:noProof/>
              </w:rPr>
              <w:drawing>
                <wp:inline distT="0" distB="0" distL="0" distR="0" wp14:anchorId="0285ED46" wp14:editId="7D92BAC5">
                  <wp:extent cx="1600576" cy="1558456"/>
                  <wp:effectExtent l="0" t="0" r="0" b="3810"/>
                  <wp:docPr id="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773" cy="15654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4423" w:rsidRPr="00BF4423" w14:paraId="37044B92" w14:textId="77777777" w:rsidTr="00CF2917">
        <w:trPr>
          <w:trHeight w:val="2880"/>
          <w:jc w:val="center"/>
        </w:trPr>
        <w:tc>
          <w:tcPr>
            <w:tcW w:w="5000" w:type="pct"/>
          </w:tcPr>
          <w:p w14:paraId="74144628" w14:textId="77777777" w:rsidR="00BF4423" w:rsidRPr="00BD37C2" w:rsidRDefault="00BF4423" w:rsidP="00222F78">
            <w:pPr>
              <w:pStyle w:val="NoSpacing"/>
              <w:spacing w:before="100" w:beforeAutospacing="1"/>
              <w:ind w:right="666"/>
              <w:rPr>
                <w:sz w:val="80"/>
                <w:szCs w:val="80"/>
              </w:rPr>
            </w:pPr>
          </w:p>
          <w:p w14:paraId="3EC77201" w14:textId="024900F6" w:rsidR="0026187F" w:rsidRPr="00C463E1" w:rsidRDefault="008543B8" w:rsidP="00495EAE">
            <w:pPr>
              <w:pStyle w:val="NoSpacing"/>
              <w:spacing w:before="100" w:beforeAutospacing="1"/>
              <w:ind w:right="666"/>
              <w:jc w:val="center"/>
              <w:rPr>
                <w:sz w:val="72"/>
                <w:szCs w:val="72"/>
              </w:rPr>
            </w:pPr>
            <w:r w:rsidRPr="00C463E1">
              <w:rPr>
                <w:sz w:val="72"/>
                <w:szCs w:val="72"/>
              </w:rPr>
              <w:t xml:space="preserve">Lab Manual </w:t>
            </w:r>
            <w:r w:rsidR="0026187F" w:rsidRPr="00C463E1">
              <w:rPr>
                <w:sz w:val="72"/>
                <w:szCs w:val="72"/>
              </w:rPr>
              <w:t>1.2</w:t>
            </w:r>
          </w:p>
          <w:p w14:paraId="179E8295" w14:textId="77777777" w:rsidR="00BF4423" w:rsidRPr="00BF4423" w:rsidRDefault="00BF4423" w:rsidP="008543B8">
            <w:pPr>
              <w:pStyle w:val="NoSpacing"/>
              <w:spacing w:before="100" w:beforeAutospacing="1"/>
              <w:ind w:right="666"/>
              <w:jc w:val="center"/>
              <w:rPr>
                <w:rFonts w:eastAsia="DejaVu Sans"/>
                <w:kern w:val="2"/>
                <w:sz w:val="32"/>
                <w:szCs w:val="32"/>
                <w:lang w:eastAsia="hi-IN" w:bidi="hi-IN"/>
              </w:rPr>
            </w:pPr>
            <w:r w:rsidRPr="00BD37C2">
              <w:rPr>
                <w:sz w:val="32"/>
                <w:szCs w:val="32"/>
              </w:rPr>
              <w:t>“</w:t>
            </w:r>
            <w:r w:rsidR="008543B8">
              <w:rPr>
                <w:sz w:val="32"/>
                <w:szCs w:val="32"/>
              </w:rPr>
              <w:t>Java Script and CSS in ASP.net Web</w:t>
            </w:r>
            <w:r w:rsidRPr="00BD37C2">
              <w:rPr>
                <w:sz w:val="32"/>
                <w:szCs w:val="32"/>
              </w:rPr>
              <w:t>”</w:t>
            </w:r>
          </w:p>
        </w:tc>
      </w:tr>
      <w:tr w:rsidR="00BF4423" w:rsidRPr="00BF4423" w14:paraId="70D58207" w14:textId="77777777" w:rsidTr="00ED6D5B">
        <w:trPr>
          <w:trHeight w:val="80"/>
          <w:jc w:val="center"/>
        </w:trPr>
        <w:tc>
          <w:tcPr>
            <w:tcW w:w="5000" w:type="pct"/>
          </w:tcPr>
          <w:p w14:paraId="3AD3F7C8" w14:textId="77777777" w:rsidR="00BF4423" w:rsidRPr="00BD37C2" w:rsidRDefault="00BF4423" w:rsidP="000A4018">
            <w:pPr>
              <w:pStyle w:val="NoSpacing"/>
              <w:tabs>
                <w:tab w:val="left" w:pos="3465"/>
              </w:tabs>
              <w:ind w:right="666"/>
              <w:rPr>
                <w:sz w:val="18"/>
                <w:szCs w:val="18"/>
              </w:rPr>
            </w:pPr>
            <w:r w:rsidRPr="00BD37C2">
              <w:rPr>
                <w:sz w:val="18"/>
                <w:szCs w:val="18"/>
              </w:rPr>
              <w:tab/>
            </w:r>
          </w:p>
        </w:tc>
      </w:tr>
      <w:tr w:rsidR="00BF4423" w:rsidRPr="00BF4423" w14:paraId="3BA31F65" w14:textId="77777777" w:rsidTr="00ED6D5B">
        <w:trPr>
          <w:trHeight w:val="720"/>
          <w:jc w:val="center"/>
        </w:trPr>
        <w:tc>
          <w:tcPr>
            <w:tcW w:w="5000" w:type="pct"/>
            <w:vAlign w:val="center"/>
          </w:tcPr>
          <w:p w14:paraId="49EA4698" w14:textId="5D51C57E" w:rsidR="00BF4423" w:rsidRPr="00BD37C2" w:rsidRDefault="00BF4423" w:rsidP="000A4018">
            <w:pPr>
              <w:pStyle w:val="NoSpacing"/>
              <w:ind w:right="666"/>
              <w:jc w:val="center"/>
              <w:rPr>
                <w:sz w:val="44"/>
                <w:szCs w:val="44"/>
              </w:rPr>
            </w:pPr>
            <w:r w:rsidRPr="00BD37C2">
              <w:rPr>
                <w:sz w:val="44"/>
                <w:szCs w:val="44"/>
              </w:rPr>
              <w:t>Database Systems</w:t>
            </w:r>
            <w:r w:rsidR="00192193">
              <w:rPr>
                <w:sz w:val="44"/>
                <w:szCs w:val="44"/>
              </w:rPr>
              <w:t xml:space="preserve"> Lab</w:t>
            </w:r>
          </w:p>
        </w:tc>
      </w:tr>
      <w:tr w:rsidR="00BF4423" w:rsidRPr="00BF4423" w14:paraId="7A209ED0" w14:textId="77777777" w:rsidTr="00CF2917">
        <w:trPr>
          <w:trHeight w:val="360"/>
          <w:jc w:val="center"/>
        </w:trPr>
        <w:tc>
          <w:tcPr>
            <w:tcW w:w="5000" w:type="pct"/>
            <w:vAlign w:val="center"/>
          </w:tcPr>
          <w:p w14:paraId="7BF827ED" w14:textId="17013CBA" w:rsidR="00BF4423" w:rsidRPr="00BF4423" w:rsidRDefault="00373B92" w:rsidP="000A4018">
            <w:pPr>
              <w:pStyle w:val="NoSpacing"/>
              <w:ind w:right="666"/>
              <w:jc w:val="center"/>
            </w:pPr>
            <w:r>
              <w:rPr>
                <w:sz w:val="32"/>
              </w:rPr>
              <w:t>Spring</w:t>
            </w:r>
            <w:r w:rsidR="008543B8">
              <w:rPr>
                <w:sz w:val="32"/>
              </w:rPr>
              <w:t xml:space="preserve"> 2</w:t>
            </w:r>
            <w:r w:rsidR="00A84374">
              <w:rPr>
                <w:sz w:val="32"/>
              </w:rPr>
              <w:t>02</w:t>
            </w:r>
            <w:r>
              <w:rPr>
                <w:sz w:val="32"/>
              </w:rPr>
              <w:t>1</w:t>
            </w:r>
          </w:p>
        </w:tc>
      </w:tr>
    </w:tbl>
    <w:p w14:paraId="50798B2C" w14:textId="77777777" w:rsidR="007A51D8" w:rsidRDefault="007A51D8" w:rsidP="00366903"/>
    <w:p w14:paraId="61DCE954" w14:textId="77777777" w:rsidR="00ED6D5B" w:rsidRDefault="00ED6D5B"/>
    <w:p w14:paraId="72F02D41" w14:textId="77777777" w:rsidR="00ED6D5B" w:rsidRDefault="00ED6D5B"/>
    <w:p w14:paraId="03050C7B" w14:textId="77777777" w:rsidR="00ED6D5B" w:rsidRDefault="00ED6D5B"/>
    <w:p w14:paraId="20803AAC" w14:textId="77777777" w:rsidR="00ED6D5B" w:rsidRDefault="00ED6D5B"/>
    <w:p w14:paraId="725795C6" w14:textId="77777777" w:rsidR="00ED6D5B" w:rsidRDefault="00ED6D5B"/>
    <w:p w14:paraId="2519BD19" w14:textId="77777777" w:rsidR="00ED6D5B" w:rsidRDefault="00ED6D5B"/>
    <w:p w14:paraId="67783EC6" w14:textId="77777777" w:rsidR="00ED6D5B" w:rsidRDefault="00ED6D5B" w:rsidP="00ED6D5B">
      <w:pPr>
        <w:jc w:val="center"/>
      </w:pPr>
    </w:p>
    <w:p w14:paraId="0B0D11D7" w14:textId="77777777" w:rsidR="00ED6D5B" w:rsidRDefault="00ED6D5B" w:rsidP="00ED6D5B">
      <w:pPr>
        <w:jc w:val="center"/>
      </w:pPr>
    </w:p>
    <w:p w14:paraId="0F722BC4" w14:textId="77777777" w:rsidR="00ED6D5B" w:rsidRDefault="00ED6D5B" w:rsidP="00ED6D5B">
      <w:pPr>
        <w:jc w:val="center"/>
      </w:pPr>
    </w:p>
    <w:p w14:paraId="2A05BCB2" w14:textId="77777777" w:rsidR="00ED6D5B" w:rsidRDefault="00ED6D5B" w:rsidP="00ED6D5B">
      <w:pPr>
        <w:jc w:val="center"/>
      </w:pPr>
    </w:p>
    <w:p w14:paraId="3924BEDF" w14:textId="77777777" w:rsidR="00ED6D5B" w:rsidRDefault="00ED6D5B" w:rsidP="00ED6D5B">
      <w:pPr>
        <w:jc w:val="center"/>
      </w:pPr>
    </w:p>
    <w:p w14:paraId="51BB526B" w14:textId="77777777" w:rsidR="00ED6D5B" w:rsidRPr="002730DE" w:rsidRDefault="00ED6D5B" w:rsidP="00ED6D5B">
      <w:pPr>
        <w:jc w:val="center"/>
        <w:rPr>
          <w:sz w:val="28"/>
          <w:szCs w:val="32"/>
        </w:rPr>
      </w:pPr>
      <w:r w:rsidRPr="002730DE">
        <w:rPr>
          <w:sz w:val="28"/>
          <w:szCs w:val="32"/>
        </w:rPr>
        <w:t>Department of Computer Science</w:t>
      </w:r>
    </w:p>
    <w:p w14:paraId="1A55B1CF" w14:textId="77777777" w:rsidR="007A51D8" w:rsidRPr="002730DE" w:rsidRDefault="00ED6D5B" w:rsidP="00F044AC">
      <w:pPr>
        <w:jc w:val="center"/>
        <w:rPr>
          <w:sz w:val="28"/>
          <w:szCs w:val="32"/>
        </w:rPr>
      </w:pPr>
      <w:r w:rsidRPr="002730DE">
        <w:rPr>
          <w:sz w:val="28"/>
          <w:szCs w:val="32"/>
        </w:rPr>
        <w:t>FAST-NU, Lahore, Pakistan</w:t>
      </w:r>
    </w:p>
    <w:p w14:paraId="64930AFE" w14:textId="77777777" w:rsidR="00BF4423" w:rsidRPr="00BF4423" w:rsidRDefault="00BF4423">
      <w:pPr>
        <w:sectPr w:rsidR="00BF4423" w:rsidRPr="00BF4423" w:rsidSect="007A51D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819A656" w14:textId="77777777" w:rsidR="00BF4423" w:rsidRPr="00BF4423" w:rsidRDefault="00BF4423" w:rsidP="00BF4423">
      <w:pPr>
        <w:rPr>
          <w:b/>
          <w:sz w:val="32"/>
        </w:rPr>
      </w:pPr>
      <w:r w:rsidRPr="00BF4423">
        <w:rPr>
          <w:b/>
          <w:sz w:val="32"/>
        </w:rPr>
        <w:lastRenderedPageBreak/>
        <w:t>Table of Contents</w:t>
      </w:r>
    </w:p>
    <w:p w14:paraId="0B0F18F2" w14:textId="77777777" w:rsidR="00911C80" w:rsidRDefault="00BF4423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6084772" w:history="1">
        <w:r w:rsidR="00911C80" w:rsidRPr="00781703">
          <w:rPr>
            <w:rStyle w:val="Hyperlink"/>
            <w:noProof/>
          </w:rPr>
          <w:t>1.</w:t>
        </w:r>
        <w:r w:rsidR="00911C80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911C80" w:rsidRPr="00781703">
          <w:rPr>
            <w:rStyle w:val="Hyperlink"/>
            <w:noProof/>
          </w:rPr>
          <w:t>Objective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_Toc476084772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2</w:t>
        </w:r>
        <w:r w:rsidR="00911C80">
          <w:rPr>
            <w:noProof/>
            <w:webHidden/>
          </w:rPr>
          <w:fldChar w:fldCharType="end"/>
        </w:r>
      </w:hyperlink>
    </w:p>
    <w:p w14:paraId="5D3CBE60" w14:textId="77777777" w:rsidR="00911C80" w:rsidRDefault="00121031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73" w:history="1">
        <w:r w:rsidR="00911C80" w:rsidRPr="00781703">
          <w:rPr>
            <w:rStyle w:val="Hyperlink"/>
            <w:rFonts w:eastAsia="DejaVu Sans"/>
            <w:noProof/>
            <w:lang w:eastAsia="hi-IN" w:bidi="hi-IN"/>
          </w:rPr>
          <w:t>2.</w:t>
        </w:r>
        <w:r w:rsidR="00911C80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911C80" w:rsidRPr="00781703">
          <w:rPr>
            <w:rStyle w:val="Hyperlink"/>
            <w:rFonts w:eastAsia="DejaVu Sans"/>
            <w:noProof/>
            <w:lang w:eastAsia="hi-IN" w:bidi="hi-IN"/>
          </w:rPr>
          <w:t>Prerequisites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_Toc476084773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2</w:t>
        </w:r>
        <w:r w:rsidR="00911C80">
          <w:rPr>
            <w:noProof/>
            <w:webHidden/>
          </w:rPr>
          <w:fldChar w:fldCharType="end"/>
        </w:r>
      </w:hyperlink>
    </w:p>
    <w:p w14:paraId="7E604722" w14:textId="77777777" w:rsidR="00911C80" w:rsidRDefault="00121031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74" w:history="1">
        <w:r w:rsidR="00911C80" w:rsidRPr="00781703">
          <w:rPr>
            <w:rStyle w:val="Hyperlink"/>
            <w:noProof/>
          </w:rPr>
          <w:t>3.</w:t>
        </w:r>
        <w:r w:rsidR="00911C80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911C80" w:rsidRPr="00781703">
          <w:rPr>
            <w:rStyle w:val="Hyperlink"/>
            <w:noProof/>
          </w:rPr>
          <w:t>Task Distribution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_Toc476084774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2</w:t>
        </w:r>
        <w:r w:rsidR="00911C80">
          <w:rPr>
            <w:noProof/>
            <w:webHidden/>
          </w:rPr>
          <w:fldChar w:fldCharType="end"/>
        </w:r>
      </w:hyperlink>
    </w:p>
    <w:p w14:paraId="4E95D086" w14:textId="77777777" w:rsidR="00911C80" w:rsidRDefault="00121031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75" w:history="1">
        <w:r w:rsidR="00911C80" w:rsidRPr="00781703">
          <w:rPr>
            <w:rStyle w:val="Hyperlink"/>
            <w:noProof/>
          </w:rPr>
          <w:t>4.</w:t>
        </w:r>
        <w:r w:rsidR="00911C80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911C80" w:rsidRPr="00781703">
          <w:rPr>
            <w:rStyle w:val="Hyperlink"/>
            <w:noProof/>
          </w:rPr>
          <w:t>CSS- Cascaded Style Sheet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_Toc476084775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3</w:t>
        </w:r>
        <w:r w:rsidR="00911C80">
          <w:rPr>
            <w:noProof/>
            <w:webHidden/>
          </w:rPr>
          <w:fldChar w:fldCharType="end"/>
        </w:r>
      </w:hyperlink>
    </w:p>
    <w:p w14:paraId="646D712E" w14:textId="77777777" w:rsidR="00911C80" w:rsidRDefault="00121031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76" w:history="1">
        <w:r w:rsidR="00911C80" w:rsidRPr="00781703">
          <w:rPr>
            <w:rStyle w:val="Hyperlink"/>
            <w:noProof/>
          </w:rPr>
          <w:t>Different Ways to Add Styles to Tags: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_Toc476084776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4</w:t>
        </w:r>
        <w:r w:rsidR="00911C80">
          <w:rPr>
            <w:noProof/>
            <w:webHidden/>
          </w:rPr>
          <w:fldChar w:fldCharType="end"/>
        </w:r>
      </w:hyperlink>
    </w:p>
    <w:p w14:paraId="559BDD02" w14:textId="77777777" w:rsidR="00911C80" w:rsidRDefault="0012103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77" w:history="1">
        <w:r w:rsidR="00911C80" w:rsidRPr="00781703">
          <w:rPr>
            <w:rStyle w:val="Hyperlink"/>
            <w:noProof/>
          </w:rPr>
          <w:t>CSS-Selector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_Toc476084777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4</w:t>
        </w:r>
        <w:r w:rsidR="00911C80">
          <w:rPr>
            <w:noProof/>
            <w:webHidden/>
          </w:rPr>
          <w:fldChar w:fldCharType="end"/>
        </w:r>
      </w:hyperlink>
    </w:p>
    <w:p w14:paraId="577A73C3" w14:textId="77777777" w:rsidR="00911C80" w:rsidRDefault="00121031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78" w:history="1">
        <w:r w:rsidR="00911C80" w:rsidRPr="00781703">
          <w:rPr>
            <w:rStyle w:val="Hyperlink"/>
            <w:noProof/>
          </w:rPr>
          <w:t>CSS-ID and CSS-CLASS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_Toc476084778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5</w:t>
        </w:r>
        <w:r w:rsidR="00911C80">
          <w:rPr>
            <w:noProof/>
            <w:webHidden/>
          </w:rPr>
          <w:fldChar w:fldCharType="end"/>
        </w:r>
      </w:hyperlink>
    </w:p>
    <w:p w14:paraId="0FB7D81C" w14:textId="77777777" w:rsidR="00911C80" w:rsidRDefault="0012103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79" w:history="1">
        <w:r w:rsidR="00911C80" w:rsidRPr="00781703">
          <w:rPr>
            <w:rStyle w:val="Hyperlink"/>
            <w:noProof/>
          </w:rPr>
          <w:t>CSS-ID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_Toc476084779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5</w:t>
        </w:r>
        <w:r w:rsidR="00911C80">
          <w:rPr>
            <w:noProof/>
            <w:webHidden/>
          </w:rPr>
          <w:fldChar w:fldCharType="end"/>
        </w:r>
      </w:hyperlink>
    </w:p>
    <w:p w14:paraId="1AEA5C9A" w14:textId="77777777" w:rsidR="00911C80" w:rsidRDefault="0012103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80" w:history="1">
        <w:r w:rsidR="00911C80" w:rsidRPr="00781703">
          <w:rPr>
            <w:rStyle w:val="Hyperlink"/>
            <w:noProof/>
          </w:rPr>
          <w:t>CSS-CLASS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_Toc476084780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5</w:t>
        </w:r>
        <w:r w:rsidR="00911C80">
          <w:rPr>
            <w:noProof/>
            <w:webHidden/>
          </w:rPr>
          <w:fldChar w:fldCharType="end"/>
        </w:r>
      </w:hyperlink>
    </w:p>
    <w:p w14:paraId="2BEF3CCA" w14:textId="77777777" w:rsidR="00911C80" w:rsidRDefault="00121031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81" w:history="1">
        <w:r w:rsidR="00911C80" w:rsidRPr="00781703">
          <w:rPr>
            <w:rStyle w:val="Hyperlink"/>
            <w:noProof/>
          </w:rPr>
          <w:t>CSS EXERCISE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_Toc476084781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7</w:t>
        </w:r>
        <w:r w:rsidR="00911C80">
          <w:rPr>
            <w:noProof/>
            <w:webHidden/>
          </w:rPr>
          <w:fldChar w:fldCharType="end"/>
        </w:r>
      </w:hyperlink>
    </w:p>
    <w:p w14:paraId="13FBD7BE" w14:textId="77777777" w:rsidR="00911C80" w:rsidRDefault="0012103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82" w:history="1">
        <w:r w:rsidR="00911C80" w:rsidRPr="00781703">
          <w:rPr>
            <w:rStyle w:val="Hyperlink"/>
            <w:noProof/>
          </w:rPr>
          <w:t>SELF EXPLORATION: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_Toc476084782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7</w:t>
        </w:r>
        <w:r w:rsidR="00911C80">
          <w:rPr>
            <w:noProof/>
            <w:webHidden/>
          </w:rPr>
          <w:fldChar w:fldCharType="end"/>
        </w:r>
      </w:hyperlink>
    </w:p>
    <w:p w14:paraId="3F905D01" w14:textId="77777777" w:rsidR="00911C80" w:rsidRDefault="00121031">
      <w:pPr>
        <w:pStyle w:val="TOC1"/>
        <w:tabs>
          <w:tab w:val="left" w:pos="44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83" w:history="1">
        <w:r w:rsidR="00911C80" w:rsidRPr="00781703">
          <w:rPr>
            <w:rStyle w:val="Hyperlink"/>
            <w:noProof/>
          </w:rPr>
          <w:t>5.</w:t>
        </w:r>
        <w:r w:rsidR="00911C80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911C80" w:rsidRPr="00781703">
          <w:rPr>
            <w:rStyle w:val="Hyperlink"/>
            <w:noProof/>
          </w:rPr>
          <w:t>JAVA SCRIPT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_Toc476084783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8</w:t>
        </w:r>
        <w:r w:rsidR="00911C80">
          <w:rPr>
            <w:noProof/>
            <w:webHidden/>
          </w:rPr>
          <w:fldChar w:fldCharType="end"/>
        </w:r>
      </w:hyperlink>
    </w:p>
    <w:p w14:paraId="204CC60F" w14:textId="77777777" w:rsidR="00911C80" w:rsidRDefault="00121031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84" w:history="1">
        <w:r w:rsidR="00911C80" w:rsidRPr="00781703">
          <w:rPr>
            <w:rStyle w:val="Hyperlink"/>
            <w:noProof/>
          </w:rPr>
          <w:t>Java Script EXERCISE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_Toc476084784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10</w:t>
        </w:r>
        <w:r w:rsidR="00911C80">
          <w:rPr>
            <w:noProof/>
            <w:webHidden/>
          </w:rPr>
          <w:fldChar w:fldCharType="end"/>
        </w:r>
      </w:hyperlink>
    </w:p>
    <w:p w14:paraId="3C56E6FF" w14:textId="77777777" w:rsidR="00911C80" w:rsidRDefault="0012103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76084785" w:history="1">
        <w:r w:rsidR="00911C80" w:rsidRPr="00781703">
          <w:rPr>
            <w:rStyle w:val="Hyperlink"/>
            <w:noProof/>
          </w:rPr>
          <w:t>SELF EXPLORATION:</w:t>
        </w:r>
        <w:r w:rsidR="00911C80">
          <w:rPr>
            <w:noProof/>
            <w:webHidden/>
          </w:rPr>
          <w:tab/>
        </w:r>
        <w:r w:rsidR="00911C80">
          <w:rPr>
            <w:noProof/>
            <w:webHidden/>
          </w:rPr>
          <w:fldChar w:fldCharType="begin"/>
        </w:r>
        <w:r w:rsidR="00911C80">
          <w:rPr>
            <w:noProof/>
            <w:webHidden/>
          </w:rPr>
          <w:instrText xml:space="preserve"> PAGEREF _Toc476084785 \h </w:instrText>
        </w:r>
        <w:r w:rsidR="00911C80">
          <w:rPr>
            <w:noProof/>
            <w:webHidden/>
          </w:rPr>
        </w:r>
        <w:r w:rsidR="00911C80">
          <w:rPr>
            <w:noProof/>
            <w:webHidden/>
          </w:rPr>
          <w:fldChar w:fldCharType="separate"/>
        </w:r>
        <w:r w:rsidR="00911C80">
          <w:rPr>
            <w:noProof/>
            <w:webHidden/>
          </w:rPr>
          <w:t>10</w:t>
        </w:r>
        <w:r w:rsidR="00911C80">
          <w:rPr>
            <w:noProof/>
            <w:webHidden/>
          </w:rPr>
          <w:fldChar w:fldCharType="end"/>
        </w:r>
      </w:hyperlink>
    </w:p>
    <w:p w14:paraId="6CE88B4B" w14:textId="77777777" w:rsidR="00BF4423" w:rsidRDefault="00BF4423">
      <w:r>
        <w:rPr>
          <w:b/>
          <w:bCs/>
          <w:noProof/>
        </w:rPr>
        <w:fldChar w:fldCharType="end"/>
      </w:r>
    </w:p>
    <w:p w14:paraId="3034A11A" w14:textId="77777777" w:rsidR="00BF4423" w:rsidRDefault="00BF4423" w:rsidP="005C60F2">
      <w:pPr>
        <w:spacing w:after="160" w:line="259" w:lineRule="auto"/>
      </w:pPr>
      <w:r>
        <w:br w:type="page"/>
      </w:r>
    </w:p>
    <w:p w14:paraId="6E1528CD" w14:textId="77777777" w:rsidR="00BF4423" w:rsidRDefault="00BF4423" w:rsidP="000F2C27">
      <w:pPr>
        <w:pStyle w:val="Heading1"/>
      </w:pPr>
      <w:bookmarkStart w:id="0" w:name="_Toc476084772"/>
      <w:r w:rsidRPr="006F4CEE">
        <w:lastRenderedPageBreak/>
        <w:t>Objective</w:t>
      </w:r>
      <w:bookmarkEnd w:id="0"/>
    </w:p>
    <w:p w14:paraId="3CCB2FD1" w14:textId="51EA00CB" w:rsidR="00F92859" w:rsidRDefault="00F92859" w:rsidP="000F1DD5">
      <w:pPr>
        <w:rPr>
          <w:rFonts w:eastAsia="DejaVu Sans"/>
          <w:lang w:eastAsia="hi-IN" w:bidi="hi-IN"/>
        </w:rPr>
      </w:pPr>
      <w:r>
        <w:rPr>
          <w:rFonts w:eastAsia="DejaVu Sans"/>
          <w:lang w:eastAsia="hi-IN" w:bidi="hi-IN"/>
        </w:rPr>
        <w:t>In this lab you will learn how to use CSS to style ASP.net web application an</w:t>
      </w:r>
      <w:r w:rsidR="009A583F">
        <w:rPr>
          <w:rFonts w:eastAsia="DejaVu Sans"/>
          <w:lang w:eastAsia="hi-IN" w:bidi="hi-IN"/>
        </w:rPr>
        <w:t>d</w:t>
      </w:r>
      <w:r>
        <w:rPr>
          <w:rFonts w:eastAsia="DejaVu Sans"/>
          <w:lang w:eastAsia="hi-IN" w:bidi="hi-IN"/>
        </w:rPr>
        <w:t xml:space="preserve"> How to use JavaScript to perform </w:t>
      </w:r>
      <w:r w:rsidR="005B7079">
        <w:rPr>
          <w:rFonts w:eastAsia="DejaVu Sans"/>
          <w:lang w:eastAsia="hi-IN" w:bidi="hi-IN"/>
        </w:rPr>
        <w:t>client-side</w:t>
      </w:r>
      <w:r>
        <w:rPr>
          <w:rFonts w:eastAsia="DejaVu Sans"/>
          <w:lang w:eastAsia="hi-IN" w:bidi="hi-IN"/>
        </w:rPr>
        <w:t xml:space="preserve"> validation. </w:t>
      </w:r>
    </w:p>
    <w:p w14:paraId="59F63BC4" w14:textId="77777777" w:rsidR="00F92859" w:rsidRDefault="00F92859" w:rsidP="000F2C27">
      <w:pPr>
        <w:pStyle w:val="Heading1"/>
        <w:rPr>
          <w:rFonts w:eastAsia="DejaVu Sans"/>
          <w:lang w:eastAsia="hi-IN" w:bidi="hi-IN"/>
        </w:rPr>
      </w:pPr>
      <w:bookmarkStart w:id="1" w:name="_Toc476084773"/>
      <w:r>
        <w:rPr>
          <w:rFonts w:eastAsia="DejaVu Sans"/>
          <w:lang w:eastAsia="hi-IN" w:bidi="hi-IN"/>
        </w:rPr>
        <w:t>Prerequisites</w:t>
      </w:r>
      <w:bookmarkEnd w:id="1"/>
    </w:p>
    <w:p w14:paraId="565FBC0C" w14:textId="77777777" w:rsidR="00F92859" w:rsidRDefault="00F92859" w:rsidP="00813DAE">
      <w:pPr>
        <w:pStyle w:val="ListParagraph"/>
        <w:numPr>
          <w:ilvl w:val="0"/>
          <w:numId w:val="17"/>
        </w:numPr>
        <w:rPr>
          <w:rFonts w:eastAsia="DejaVu Sans"/>
          <w:lang w:eastAsia="hi-IN" w:bidi="hi-IN"/>
        </w:rPr>
      </w:pPr>
      <w:r w:rsidRPr="00F92859">
        <w:rPr>
          <w:rFonts w:eastAsia="DejaVu Sans"/>
          <w:lang w:eastAsia="hi-IN" w:bidi="hi-IN"/>
        </w:rPr>
        <w:t>Lab 1 manual, Introduction to Asp.net</w:t>
      </w:r>
      <w:r>
        <w:rPr>
          <w:rFonts w:eastAsia="DejaVu Sans"/>
          <w:lang w:eastAsia="hi-IN" w:bidi="hi-IN"/>
        </w:rPr>
        <w:t>.</w:t>
      </w:r>
    </w:p>
    <w:p w14:paraId="31BDFD24" w14:textId="77777777" w:rsidR="00D17981" w:rsidRDefault="00D17981" w:rsidP="00813DAE">
      <w:pPr>
        <w:pStyle w:val="ListParagraph"/>
        <w:numPr>
          <w:ilvl w:val="0"/>
          <w:numId w:val="17"/>
        </w:numPr>
        <w:rPr>
          <w:rFonts w:eastAsia="DejaVu Sans"/>
          <w:lang w:eastAsia="hi-IN" w:bidi="hi-IN"/>
        </w:rPr>
      </w:pPr>
      <w:r>
        <w:rPr>
          <w:rFonts w:eastAsia="DejaVu Sans"/>
          <w:lang w:eastAsia="hi-IN" w:bidi="hi-IN"/>
        </w:rPr>
        <w:t>Slides of JavaScript</w:t>
      </w:r>
    </w:p>
    <w:p w14:paraId="60A50D51" w14:textId="16E5AB4C" w:rsidR="00A733E3" w:rsidRPr="00F92859" w:rsidRDefault="00A733E3" w:rsidP="00813DAE">
      <w:pPr>
        <w:pStyle w:val="ListParagraph"/>
        <w:numPr>
          <w:ilvl w:val="0"/>
          <w:numId w:val="17"/>
        </w:numPr>
        <w:rPr>
          <w:rFonts w:eastAsia="DejaVu Sans"/>
          <w:lang w:eastAsia="hi-IN" w:bidi="hi-IN"/>
        </w:rPr>
      </w:pPr>
      <w:r>
        <w:rPr>
          <w:rFonts w:eastAsia="DejaVu Sans"/>
          <w:lang w:eastAsia="hi-IN" w:bidi="hi-IN"/>
        </w:rPr>
        <w:t>Slides on HTML and CSS (although these slides are on how to use CSS in HTML, they will be useful in ASP.net web forms as</w:t>
      </w:r>
      <w:r w:rsidR="00A12EE3">
        <w:rPr>
          <w:rFonts w:eastAsia="DejaVu Sans"/>
          <w:lang w:eastAsia="hi-IN" w:bidi="hi-IN"/>
        </w:rPr>
        <w:t xml:space="preserve"> </w:t>
      </w:r>
      <w:r>
        <w:rPr>
          <w:rFonts w:eastAsia="DejaVu Sans"/>
          <w:lang w:eastAsia="hi-IN" w:bidi="hi-IN"/>
        </w:rPr>
        <w:t xml:space="preserve">well.) </w:t>
      </w:r>
    </w:p>
    <w:p w14:paraId="36FCC1F4" w14:textId="77777777" w:rsidR="00BF4423" w:rsidRDefault="00BF4423" w:rsidP="000F2C27">
      <w:pPr>
        <w:pStyle w:val="Heading1"/>
      </w:pPr>
      <w:bookmarkStart w:id="2" w:name="_Toc476084774"/>
      <w:r>
        <w:t>Task Distribution</w:t>
      </w:r>
      <w:bookmarkEnd w:id="2"/>
      <w:r w:rsidR="000F1DD5">
        <w:tab/>
      </w:r>
    </w:p>
    <w:p w14:paraId="19A98C34" w14:textId="77777777" w:rsidR="000F1DD5" w:rsidRDefault="000F1DD5" w:rsidP="000F1D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2"/>
      </w:tblGrid>
      <w:tr w:rsidR="000F1DD5" w14:paraId="067DB5C8" w14:textId="77777777" w:rsidTr="00D440F9">
        <w:tc>
          <w:tcPr>
            <w:tcW w:w="4678" w:type="dxa"/>
            <w:shd w:val="clear" w:color="auto" w:fill="auto"/>
          </w:tcPr>
          <w:p w14:paraId="18746336" w14:textId="77777777" w:rsidR="000F1DD5" w:rsidRDefault="000B4555" w:rsidP="000F1DD5">
            <w:r>
              <w:t>Total Time</w:t>
            </w:r>
          </w:p>
        </w:tc>
        <w:tc>
          <w:tcPr>
            <w:tcW w:w="4672" w:type="dxa"/>
            <w:shd w:val="clear" w:color="auto" w:fill="auto"/>
          </w:tcPr>
          <w:p w14:paraId="440ECA8F" w14:textId="6FB74323" w:rsidR="000F1DD5" w:rsidRDefault="00D440F9" w:rsidP="000F1DD5">
            <w:r>
              <w:t>90</w:t>
            </w:r>
            <w:r w:rsidR="000B4555">
              <w:t xml:space="preserve"> Minutes</w:t>
            </w:r>
          </w:p>
        </w:tc>
      </w:tr>
      <w:tr w:rsidR="000F1DD5" w14:paraId="1C777CFE" w14:textId="77777777" w:rsidTr="00D440F9">
        <w:tc>
          <w:tcPr>
            <w:tcW w:w="4678" w:type="dxa"/>
            <w:shd w:val="clear" w:color="auto" w:fill="auto"/>
          </w:tcPr>
          <w:p w14:paraId="1FB3675D" w14:textId="77777777" w:rsidR="000F1DD5" w:rsidRDefault="00F92859" w:rsidP="000F1DD5">
            <w:r>
              <w:t>CSS</w:t>
            </w:r>
          </w:p>
        </w:tc>
        <w:tc>
          <w:tcPr>
            <w:tcW w:w="4672" w:type="dxa"/>
            <w:shd w:val="clear" w:color="auto" w:fill="auto"/>
          </w:tcPr>
          <w:p w14:paraId="40912CFB" w14:textId="22B61448" w:rsidR="000F1DD5" w:rsidRDefault="00D440F9" w:rsidP="000F1DD5">
            <w:r>
              <w:t>1</w:t>
            </w:r>
            <w:r w:rsidR="00F92859">
              <w:t>0</w:t>
            </w:r>
            <w:r w:rsidR="000B4555">
              <w:t xml:space="preserve"> Minutes</w:t>
            </w:r>
          </w:p>
        </w:tc>
      </w:tr>
      <w:tr w:rsidR="000F1DD5" w14:paraId="02F6D5B0" w14:textId="77777777" w:rsidTr="00D440F9">
        <w:tc>
          <w:tcPr>
            <w:tcW w:w="4678" w:type="dxa"/>
            <w:shd w:val="clear" w:color="auto" w:fill="auto"/>
          </w:tcPr>
          <w:p w14:paraId="2F02CDA7" w14:textId="77777777" w:rsidR="000F1DD5" w:rsidRDefault="00F92859" w:rsidP="000F1DD5">
            <w:r>
              <w:t>JavaScript</w:t>
            </w:r>
          </w:p>
        </w:tc>
        <w:tc>
          <w:tcPr>
            <w:tcW w:w="4672" w:type="dxa"/>
            <w:shd w:val="clear" w:color="auto" w:fill="auto"/>
          </w:tcPr>
          <w:p w14:paraId="19984E0C" w14:textId="34EBF76F" w:rsidR="000F1DD5" w:rsidRDefault="00D440F9" w:rsidP="000F1DD5">
            <w:r>
              <w:t>2</w:t>
            </w:r>
            <w:r w:rsidR="00F92859">
              <w:t>0</w:t>
            </w:r>
            <w:r w:rsidR="000B4555">
              <w:t xml:space="preserve"> Minutes</w:t>
            </w:r>
          </w:p>
        </w:tc>
      </w:tr>
      <w:tr w:rsidR="000F1DD5" w14:paraId="7CD80F60" w14:textId="77777777" w:rsidTr="00D440F9">
        <w:tc>
          <w:tcPr>
            <w:tcW w:w="4678" w:type="dxa"/>
            <w:shd w:val="clear" w:color="auto" w:fill="auto"/>
          </w:tcPr>
          <w:p w14:paraId="527084AC" w14:textId="77777777" w:rsidR="000F1DD5" w:rsidRDefault="00F92859" w:rsidP="000F1DD5">
            <w:r>
              <w:t>Exercise</w:t>
            </w:r>
          </w:p>
        </w:tc>
        <w:tc>
          <w:tcPr>
            <w:tcW w:w="4672" w:type="dxa"/>
            <w:shd w:val="clear" w:color="auto" w:fill="auto"/>
          </w:tcPr>
          <w:p w14:paraId="419E9C1E" w14:textId="1C1EBB43" w:rsidR="000F1DD5" w:rsidRDefault="00C00061" w:rsidP="000F1DD5">
            <w:r>
              <w:t>50</w:t>
            </w:r>
            <w:r w:rsidR="000B4555">
              <w:t xml:space="preserve"> Minutes</w:t>
            </w:r>
          </w:p>
        </w:tc>
      </w:tr>
    </w:tbl>
    <w:p w14:paraId="51EFAE65" w14:textId="77777777" w:rsidR="000F1DD5" w:rsidRPr="000F1DD5" w:rsidRDefault="000F1DD5" w:rsidP="000F1DD5"/>
    <w:p w14:paraId="730240B0" w14:textId="77777777" w:rsidR="00BF4423" w:rsidRPr="00BF4423" w:rsidRDefault="00BF4423" w:rsidP="00BF4423"/>
    <w:p w14:paraId="3878A4A3" w14:textId="77777777" w:rsidR="000B4555" w:rsidRDefault="00BF4423" w:rsidP="000F2C27">
      <w:pPr>
        <w:pStyle w:val="Heading1"/>
      </w:pPr>
      <w:r>
        <w:br w:type="page"/>
      </w:r>
      <w:bookmarkStart w:id="3" w:name="_Toc476084775"/>
      <w:r w:rsidR="00F92859">
        <w:lastRenderedPageBreak/>
        <w:t>CSS- Cascaded Style Sheet</w:t>
      </w:r>
      <w:bookmarkEnd w:id="3"/>
    </w:p>
    <w:p w14:paraId="0750CF12" w14:textId="1327D3E0" w:rsidR="000F2C27" w:rsidRDefault="00F92859" w:rsidP="00F92859">
      <w:r>
        <w:t>CSS is a language used to design and style the layout of web page</w:t>
      </w:r>
      <w:r w:rsidR="005D62A4">
        <w:t xml:space="preserve">, including colors, size, images font etc. To use </w:t>
      </w:r>
      <w:r w:rsidR="00AE59A1">
        <w:t>CSS,</w:t>
      </w:r>
      <w:r w:rsidR="005D62A4">
        <w:t xml:space="preserve"> you first create a Style and then you can apply it to Tags</w:t>
      </w:r>
      <w:r w:rsidR="000F2C27">
        <w:t xml:space="preserve"> (for examples on button tag, textbox tag </w:t>
      </w:r>
      <w:r w:rsidR="007B0208">
        <w:t>etc.</w:t>
      </w:r>
      <w:r w:rsidR="000F2C27">
        <w:t>)</w:t>
      </w:r>
      <w:r w:rsidR="005D62A4">
        <w:t>.</w:t>
      </w:r>
    </w:p>
    <w:p w14:paraId="42248E73" w14:textId="77777777" w:rsidR="000F2C27" w:rsidRDefault="000F2C27" w:rsidP="00F92859"/>
    <w:p w14:paraId="0F79B25D" w14:textId="77777777" w:rsidR="000F2C27" w:rsidRDefault="000F2C27" w:rsidP="00F92859">
      <w:r>
        <w:t>TRY THIS:</w:t>
      </w:r>
    </w:p>
    <w:p w14:paraId="4ABC526E" w14:textId="0C5C488A" w:rsidR="005D62A4" w:rsidRDefault="000F2C27" w:rsidP="000F2C27">
      <w:r>
        <w:t>Open Visual Studio, and create ASP.net web project</w:t>
      </w:r>
      <w:r w:rsidR="00EF0B5D">
        <w:t xml:space="preserve"> then</w:t>
      </w:r>
      <w:r>
        <w:t xml:space="preserve"> go to Solution Explorer and Add new ASPX web fo</w:t>
      </w:r>
      <w:r w:rsidR="007B0208">
        <w:t>r</w:t>
      </w:r>
      <w:r>
        <w:t xml:space="preserve">m. </w:t>
      </w:r>
    </w:p>
    <w:p w14:paraId="35B32C17" w14:textId="77777777" w:rsidR="000F2C27" w:rsidRDefault="000F2C27" w:rsidP="000F2C27">
      <w:r>
        <w:t xml:space="preserve">Modify your Web form as follow: Add some text in body and </w:t>
      </w:r>
      <w:r w:rsidR="00EF0B5D">
        <w:t>add</w:t>
      </w:r>
      <w:r>
        <w:t xml:space="preserve"> the CSS style</w:t>
      </w:r>
      <w:r w:rsidR="00EF0B5D">
        <w:t xml:space="preserve"> tags as shown.</w:t>
      </w:r>
    </w:p>
    <w:p w14:paraId="35AF37F0" w14:textId="77777777" w:rsidR="00895C8A" w:rsidRDefault="00895C8A" w:rsidP="000F2C27">
      <w:r w:rsidRPr="000F2C27">
        <w:rPr>
          <w:color w:val="FF0000"/>
        </w:rPr>
        <w:t>**NOTE DON’T CREATE ASP.net Empty Project, always create ASP.net web project</w:t>
      </w:r>
    </w:p>
    <w:p w14:paraId="1E01B3E7" w14:textId="77777777" w:rsidR="00EF0B5D" w:rsidRDefault="00EF0B5D" w:rsidP="000F2C27"/>
    <w:p w14:paraId="425F63DC" w14:textId="77777777" w:rsidR="00EF0B5D" w:rsidRDefault="00EF0B5D" w:rsidP="000F2C27">
      <w:r>
        <w:rPr>
          <w:noProof/>
        </w:rPr>
        <w:drawing>
          <wp:inline distT="0" distB="0" distL="0" distR="0" wp14:anchorId="145FFDFD" wp14:editId="419F9A8B">
            <wp:extent cx="5188226" cy="2232157"/>
            <wp:effectExtent l="19050" t="19050" r="12700" b="158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8719" cy="2236671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6086B893" w14:textId="77777777" w:rsidR="00813DAE" w:rsidRDefault="00813DAE" w:rsidP="000F2C27"/>
    <w:p w14:paraId="2B63CE73" w14:textId="77777777" w:rsidR="00EF0B5D" w:rsidRDefault="00895C8A" w:rsidP="000F2C27">
      <w:r>
        <w:t>Execute your project</w:t>
      </w:r>
      <w:r w:rsidR="008D3F66">
        <w:t xml:space="preserve"> (CTRL+F5)</w:t>
      </w:r>
      <w:r>
        <w:t xml:space="preserve"> and make sure you open your own Web form in browser</w:t>
      </w:r>
      <w:r w:rsidR="008D3F66">
        <w:t xml:space="preserve"> (see the URL in browser)</w:t>
      </w:r>
      <w:r>
        <w:t>. Your web page will look as shown in figure, all the font in body tag will be of the style</w:t>
      </w:r>
      <w:r w:rsidR="00246054">
        <w:t xml:space="preserve">-rule </w:t>
      </w:r>
      <w:r w:rsidR="00246054" w:rsidRPr="00246054">
        <w:rPr>
          <w:b/>
        </w:rPr>
        <w:t>body</w:t>
      </w:r>
      <w:r>
        <w:t xml:space="preserve"> you defined in Style tag. </w:t>
      </w:r>
    </w:p>
    <w:p w14:paraId="2EF3CC99" w14:textId="77777777" w:rsidR="00895C8A" w:rsidRDefault="00895C8A" w:rsidP="000F2C27"/>
    <w:p w14:paraId="59FCD39C" w14:textId="77777777" w:rsidR="00895C8A" w:rsidRDefault="00895C8A" w:rsidP="000F2C27">
      <w:r>
        <w:rPr>
          <w:noProof/>
        </w:rPr>
        <w:drawing>
          <wp:inline distT="0" distB="0" distL="0" distR="0" wp14:anchorId="22F892DA" wp14:editId="35266C32">
            <wp:extent cx="5220032" cy="2766728"/>
            <wp:effectExtent l="19050" t="19050" r="19050" b="146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6574" cy="2775496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534EF331" w14:textId="77777777" w:rsidR="00895C8A" w:rsidRDefault="00895C8A" w:rsidP="000F2C27"/>
    <w:p w14:paraId="16D491BE" w14:textId="77777777" w:rsidR="00246054" w:rsidRDefault="00246054">
      <w:pPr>
        <w:jc w:val="left"/>
        <w:rPr>
          <w:b/>
          <w:sz w:val="32"/>
          <w:szCs w:val="26"/>
        </w:rPr>
      </w:pPr>
      <w:r>
        <w:br w:type="page"/>
      </w:r>
    </w:p>
    <w:p w14:paraId="73E7F1EC" w14:textId="77777777" w:rsidR="00895C8A" w:rsidRDefault="00895C8A" w:rsidP="00895C8A">
      <w:pPr>
        <w:pStyle w:val="Heading2"/>
      </w:pPr>
      <w:bookmarkStart w:id="4" w:name="_Toc476084776"/>
      <w:r>
        <w:lastRenderedPageBreak/>
        <w:t>Different Ways to Add Styles to Tags:</w:t>
      </w:r>
      <w:bookmarkEnd w:id="4"/>
    </w:p>
    <w:p w14:paraId="2438EB03" w14:textId="77777777" w:rsidR="00246054" w:rsidRPr="00246054" w:rsidRDefault="00246054" w:rsidP="0031472A">
      <w:pPr>
        <w:pStyle w:val="Heading3"/>
      </w:pPr>
      <w:bookmarkStart w:id="5" w:name="_Toc476084777"/>
      <w:r>
        <w:t>CSS-Selector</w:t>
      </w:r>
      <w:bookmarkEnd w:id="5"/>
    </w:p>
    <w:p w14:paraId="369CAABB" w14:textId="77777777" w:rsidR="00895C8A" w:rsidRDefault="00895C8A" w:rsidP="000F2C27">
      <w:r>
        <w:t xml:space="preserve">The above example defined a style on </w:t>
      </w:r>
      <w:r w:rsidRPr="00246054">
        <w:rPr>
          <w:b/>
        </w:rPr>
        <w:t>body</w:t>
      </w:r>
      <w:r w:rsidR="008D3F66">
        <w:rPr>
          <w:b/>
        </w:rPr>
        <w:t xml:space="preserve"> tag</w:t>
      </w:r>
      <w:r>
        <w:t>. T</w:t>
      </w:r>
      <w:r w:rsidR="00246054">
        <w:t>his is called CSS selector</w:t>
      </w:r>
      <w:r w:rsidR="00246054" w:rsidRPr="00246054">
        <w:t xml:space="preserve">. </w:t>
      </w:r>
      <w:r w:rsidRPr="00246054">
        <w:t xml:space="preserve">The selector points to the </w:t>
      </w:r>
      <w:r w:rsidR="00246054">
        <w:t>Asp.net</w:t>
      </w:r>
      <w:r w:rsidRPr="00246054">
        <w:t xml:space="preserve"> element you want to style.</w:t>
      </w:r>
      <w:r w:rsidR="00246054">
        <w:t xml:space="preserve"> Syntax to define CSS-Selector Style</w:t>
      </w:r>
      <w:r w:rsidR="00F96B41">
        <w:t xml:space="preserve"> rules</w:t>
      </w:r>
      <w:r w:rsidR="00246054">
        <w:t xml:space="preserve"> is </w:t>
      </w:r>
    </w:p>
    <w:p w14:paraId="334E9D34" w14:textId="77777777" w:rsidR="00F96B41" w:rsidRDefault="00F96B41" w:rsidP="000F2C27"/>
    <w:p w14:paraId="69F1A27D" w14:textId="77777777" w:rsidR="00F96B41" w:rsidRDefault="00F96B41" w:rsidP="000F2C27">
      <w:r>
        <w:rPr>
          <w:noProof/>
        </w:rPr>
        <w:drawing>
          <wp:inline distT="0" distB="0" distL="0" distR="0" wp14:anchorId="1E117A15" wp14:editId="1F8528C9">
            <wp:extent cx="4865370" cy="543560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38400" w14:textId="77777777" w:rsidR="00F96B41" w:rsidRDefault="008D3F66" w:rsidP="000F2C27">
      <w:r>
        <w:t xml:space="preserve">Selectors can be any </w:t>
      </w:r>
      <w:r w:rsidR="006219E1">
        <w:t xml:space="preserve">HTML </w:t>
      </w:r>
      <w:r>
        <w:t>element</w:t>
      </w:r>
      <w:r w:rsidR="006219E1">
        <w:t>s</w:t>
      </w:r>
      <w:r>
        <w:t xml:space="preserve"> such as h1 tag, p tag, body tag.</w:t>
      </w:r>
    </w:p>
    <w:p w14:paraId="1A1BF81A" w14:textId="77777777" w:rsidR="008D3F66" w:rsidRDefault="008D3F66" w:rsidP="000F2C27"/>
    <w:p w14:paraId="3E09B9EA" w14:textId="77777777" w:rsidR="008D3F66" w:rsidRDefault="008D3F66" w:rsidP="000F2C27">
      <w:r>
        <w:t>TRY IT: Add h1 tags to you Web form and then add the following CSS selector to Style tag.</w:t>
      </w:r>
    </w:p>
    <w:p w14:paraId="162E0FE4" w14:textId="77777777" w:rsidR="008D3F66" w:rsidRDefault="008D3F66" w:rsidP="000F2C27"/>
    <w:p w14:paraId="0024550E" w14:textId="77777777" w:rsidR="008D3F66" w:rsidRDefault="008D3F66" w:rsidP="000F2C27">
      <w:r>
        <w:rPr>
          <w:noProof/>
        </w:rPr>
        <w:drawing>
          <wp:inline distT="0" distB="0" distL="0" distR="0" wp14:anchorId="527A607D" wp14:editId="3BD48177">
            <wp:extent cx="5451895" cy="2442286"/>
            <wp:effectExtent l="19050" t="19050" r="15875" b="152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56672" cy="2444426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0CDFA88C" w14:textId="77777777" w:rsidR="006219E1" w:rsidRDefault="006219E1" w:rsidP="000F2C27"/>
    <w:p w14:paraId="7B51A7A6" w14:textId="77777777" w:rsidR="008D3F66" w:rsidRDefault="008D3F66" w:rsidP="000F2C27">
      <w:r>
        <w:t>Execute, all the text in h1 tag will have the Style h1 selector.</w:t>
      </w:r>
    </w:p>
    <w:p w14:paraId="06997AA5" w14:textId="77777777" w:rsidR="008D3F66" w:rsidRDefault="008D3F66" w:rsidP="000F2C27"/>
    <w:p w14:paraId="4902AD22" w14:textId="77777777" w:rsidR="006219E1" w:rsidRDefault="006219E1" w:rsidP="000F2C27">
      <w:r>
        <w:rPr>
          <w:noProof/>
        </w:rPr>
        <w:drawing>
          <wp:inline distT="0" distB="0" distL="0" distR="0" wp14:anchorId="627774D7" wp14:editId="1BCA484E">
            <wp:extent cx="5201728" cy="2738132"/>
            <wp:effectExtent l="19050" t="19050" r="18415" b="2413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8275" cy="2741578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06B8DD1A" w14:textId="77777777" w:rsidR="000F2C27" w:rsidRDefault="000F2C27" w:rsidP="000F2C27"/>
    <w:p w14:paraId="7D06E98F" w14:textId="77777777" w:rsidR="006219E1" w:rsidRDefault="006219E1" w:rsidP="0031472A">
      <w:pPr>
        <w:pStyle w:val="Heading2"/>
      </w:pPr>
      <w:bookmarkStart w:id="6" w:name="_Toc476084778"/>
      <w:r>
        <w:lastRenderedPageBreak/>
        <w:t>CSS-ID and CSS-CLASS</w:t>
      </w:r>
      <w:bookmarkEnd w:id="6"/>
    </w:p>
    <w:p w14:paraId="0D3B1F38" w14:textId="77777777" w:rsidR="0031472A" w:rsidRDefault="006219E1" w:rsidP="006219E1">
      <w:r>
        <w:t>To change the style of ASP.net controls such as buttons and textboxes, you can use CSS-ID or CSS-CLASS</w:t>
      </w:r>
      <w:r w:rsidR="0031472A">
        <w:t>.</w:t>
      </w:r>
    </w:p>
    <w:p w14:paraId="30295C05" w14:textId="77777777" w:rsidR="0031472A" w:rsidRDefault="0031472A" w:rsidP="0031472A">
      <w:pPr>
        <w:pStyle w:val="Heading3"/>
        <w:rPr>
          <w:rStyle w:val="Heading3Char"/>
          <w:b/>
        </w:rPr>
      </w:pPr>
      <w:bookmarkStart w:id="7" w:name="_Toc476084779"/>
      <w:r w:rsidRPr="0031472A">
        <w:t>CSS-</w:t>
      </w:r>
      <w:r w:rsidRPr="0031472A">
        <w:rPr>
          <w:rStyle w:val="Heading3Char"/>
          <w:b/>
        </w:rPr>
        <w:t>ID</w:t>
      </w:r>
      <w:bookmarkEnd w:id="7"/>
    </w:p>
    <w:p w14:paraId="3DBBF9E4" w14:textId="2F4DA86B" w:rsidR="0031472A" w:rsidRDefault="0031472A" w:rsidP="0031472A">
      <w:r>
        <w:t xml:space="preserve">CSS-ID is used to change the style of only one </w:t>
      </w:r>
      <w:r w:rsidR="0074323B">
        <w:t>specific</w:t>
      </w:r>
      <w:r>
        <w:t xml:space="preserve"> ASP.net control in Web form. </w:t>
      </w:r>
    </w:p>
    <w:p w14:paraId="6F6E8401" w14:textId="77777777" w:rsidR="0031472A" w:rsidRDefault="0031472A" w:rsidP="0031472A"/>
    <w:p w14:paraId="7DCB14F1" w14:textId="77777777" w:rsidR="0031472A" w:rsidRDefault="0031472A" w:rsidP="0031472A">
      <w:r>
        <w:t>CSS-ID is defined as follow:</w:t>
      </w:r>
    </w:p>
    <w:p w14:paraId="72EF680B" w14:textId="77777777" w:rsidR="0031472A" w:rsidRDefault="0031472A" w:rsidP="0031472A"/>
    <w:p w14:paraId="65776FFF" w14:textId="77777777" w:rsidR="00EB4ACF" w:rsidRDefault="0031472A" w:rsidP="0031472A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sz w:val="19"/>
          <w:szCs w:val="19"/>
        </w:rPr>
      </w:pPr>
      <w:r>
        <w:rPr>
          <w:rFonts w:ascii="Consolas" w:eastAsia="Calibri" w:hAnsi="Consolas" w:cs="Consolas"/>
          <w:color w:val="800000"/>
          <w:sz w:val="19"/>
          <w:szCs w:val="19"/>
        </w:rPr>
        <w:t>#ClassName</w:t>
      </w:r>
      <w:r>
        <w:rPr>
          <w:rFonts w:ascii="Consolas" w:eastAsia="Calibri" w:hAnsi="Consolas" w:cs="Consolas"/>
          <w:sz w:val="19"/>
          <w:szCs w:val="19"/>
        </w:rPr>
        <w:t xml:space="preserve"> {</w:t>
      </w:r>
      <w:proofErr w:type="spellStart"/>
      <w:proofErr w:type="gramStart"/>
      <w:r>
        <w:rPr>
          <w:rFonts w:ascii="Consolas" w:eastAsia="Calibri" w:hAnsi="Consolas" w:cs="Consolas"/>
          <w:color w:val="FF0000"/>
          <w:sz w:val="19"/>
          <w:szCs w:val="19"/>
        </w:rPr>
        <w:t>Property</w:t>
      </w:r>
      <w:r>
        <w:rPr>
          <w:rFonts w:ascii="Consolas" w:eastAsia="Calibri" w:hAnsi="Consolas" w:cs="Consolas"/>
          <w:sz w:val="19"/>
          <w:szCs w:val="19"/>
        </w:rPr>
        <w:t>:</w:t>
      </w:r>
      <w:r>
        <w:rPr>
          <w:rFonts w:ascii="Consolas" w:eastAsia="Calibri" w:hAnsi="Consolas" w:cs="Consolas"/>
          <w:color w:val="0000FF"/>
          <w:sz w:val="19"/>
          <w:szCs w:val="19"/>
        </w:rPr>
        <w:t>Value</w:t>
      </w:r>
      <w:proofErr w:type="spellEnd"/>
      <w:proofErr w:type="gramEnd"/>
      <w:r>
        <w:rPr>
          <w:rFonts w:ascii="Consolas" w:eastAsia="Calibri" w:hAnsi="Consolas" w:cs="Consolas"/>
          <w:sz w:val="19"/>
          <w:szCs w:val="19"/>
        </w:rPr>
        <w:t xml:space="preserve">; </w:t>
      </w:r>
      <w:proofErr w:type="spellStart"/>
      <w:r>
        <w:rPr>
          <w:rFonts w:ascii="Consolas" w:eastAsia="Calibri" w:hAnsi="Consolas" w:cs="Consolas"/>
          <w:color w:val="FF0000"/>
          <w:sz w:val="19"/>
          <w:szCs w:val="19"/>
        </w:rPr>
        <w:t>Property</w:t>
      </w:r>
      <w:r>
        <w:rPr>
          <w:rFonts w:ascii="Consolas" w:eastAsia="Calibri" w:hAnsi="Consolas" w:cs="Consolas"/>
          <w:sz w:val="19"/>
          <w:szCs w:val="19"/>
        </w:rPr>
        <w:t>:</w:t>
      </w:r>
      <w:r>
        <w:rPr>
          <w:rFonts w:ascii="Consolas" w:eastAsia="Calibri" w:hAnsi="Consolas" w:cs="Consolas"/>
          <w:color w:val="0000FF"/>
          <w:sz w:val="19"/>
          <w:szCs w:val="19"/>
        </w:rPr>
        <w:t>Value</w:t>
      </w:r>
      <w:proofErr w:type="spellEnd"/>
      <w:r>
        <w:rPr>
          <w:rFonts w:ascii="Consolas" w:eastAsia="Calibri" w:hAnsi="Consolas" w:cs="Consolas"/>
          <w:sz w:val="19"/>
          <w:szCs w:val="19"/>
        </w:rPr>
        <w:t xml:space="preserve">; </w:t>
      </w:r>
      <w:proofErr w:type="spellStart"/>
      <w:r>
        <w:rPr>
          <w:rFonts w:ascii="Consolas" w:eastAsia="Calibri" w:hAnsi="Consolas" w:cs="Consolas"/>
          <w:color w:val="FF0000"/>
          <w:sz w:val="19"/>
          <w:szCs w:val="19"/>
        </w:rPr>
        <w:t>Property</w:t>
      </w:r>
      <w:r>
        <w:rPr>
          <w:rFonts w:ascii="Consolas" w:eastAsia="Calibri" w:hAnsi="Consolas" w:cs="Consolas"/>
          <w:sz w:val="19"/>
          <w:szCs w:val="19"/>
        </w:rPr>
        <w:t>:</w:t>
      </w:r>
      <w:r>
        <w:rPr>
          <w:rFonts w:ascii="Consolas" w:eastAsia="Calibri" w:hAnsi="Consolas" w:cs="Consolas"/>
          <w:color w:val="0000FF"/>
          <w:sz w:val="19"/>
          <w:szCs w:val="19"/>
        </w:rPr>
        <w:t>Value</w:t>
      </w:r>
      <w:proofErr w:type="spellEnd"/>
      <w:r>
        <w:rPr>
          <w:rFonts w:ascii="Consolas" w:eastAsia="Calibri" w:hAnsi="Consolas" w:cs="Consolas"/>
          <w:sz w:val="19"/>
          <w:szCs w:val="19"/>
        </w:rPr>
        <w:t>}</w:t>
      </w:r>
    </w:p>
    <w:p w14:paraId="3210692C" w14:textId="77777777" w:rsidR="0031472A" w:rsidRDefault="0031472A" w:rsidP="0031472A">
      <w:pPr>
        <w:rPr>
          <w:rFonts w:ascii="Consolas" w:hAnsi="Consolas"/>
        </w:rPr>
      </w:pPr>
    </w:p>
    <w:p w14:paraId="3A9F872A" w14:textId="77777777" w:rsidR="0031472A" w:rsidRDefault="0031472A" w:rsidP="0031472A">
      <w:pPr>
        <w:rPr>
          <w:rFonts w:ascii="Consolas" w:hAnsi="Consolas"/>
        </w:rPr>
      </w:pPr>
      <w:r w:rsidRPr="0031472A">
        <w:t>Example</w:t>
      </w:r>
      <w:r>
        <w:rPr>
          <w:rFonts w:ascii="Consolas" w:hAnsi="Consolas"/>
        </w:rPr>
        <w:t>:</w:t>
      </w:r>
    </w:p>
    <w:p w14:paraId="1511295B" w14:textId="77777777" w:rsidR="0031472A" w:rsidRDefault="0031472A" w:rsidP="0031472A">
      <w:r>
        <w:rPr>
          <w:noProof/>
        </w:rPr>
        <w:drawing>
          <wp:inline distT="0" distB="0" distL="0" distR="0" wp14:anchorId="3A4496E7" wp14:editId="745DE917">
            <wp:extent cx="5175885" cy="603885"/>
            <wp:effectExtent l="19050" t="19050" r="24765" b="2476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6038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4E6C4C65" w14:textId="77777777" w:rsidR="00EB4ACF" w:rsidRDefault="00EB4ACF" w:rsidP="0031472A"/>
    <w:p w14:paraId="2BBB8B58" w14:textId="3AFCAF61" w:rsidR="00EB4ACF" w:rsidRPr="0031472A" w:rsidRDefault="00EB4ACF" w:rsidP="0031472A">
      <w:r>
        <w:t xml:space="preserve">Now the ASP.net control with ID=submit will be styled according to the #submit rules, and as all controls have unique ID CSS-ID rules can only be </w:t>
      </w:r>
      <w:r w:rsidR="00AE59A1">
        <w:t>for once</w:t>
      </w:r>
      <w:r>
        <w:t xml:space="preserve"> control on one page.</w:t>
      </w:r>
    </w:p>
    <w:p w14:paraId="54DD81D7" w14:textId="77777777" w:rsidR="0031472A" w:rsidRDefault="0031472A" w:rsidP="0031472A">
      <w:pPr>
        <w:pStyle w:val="Heading3"/>
      </w:pPr>
      <w:bookmarkStart w:id="8" w:name="_Toc476084780"/>
      <w:r>
        <w:t>CSS-CLASS</w:t>
      </w:r>
      <w:bookmarkEnd w:id="8"/>
    </w:p>
    <w:p w14:paraId="50CAEAE6" w14:textId="77777777" w:rsidR="0031472A" w:rsidRDefault="0031472A" w:rsidP="0031472A">
      <w:r>
        <w:t xml:space="preserve">Unlike CSS-ID, CSS-Class can be used for more than one control (same or different type) in a page. To apply CSS-class to ASP.net control set the </w:t>
      </w:r>
      <w:proofErr w:type="spellStart"/>
      <w:r>
        <w:t>CssClass</w:t>
      </w:r>
      <w:proofErr w:type="spellEnd"/>
      <w:r>
        <w:t xml:space="preserve"> property of that control equal to that CSS-Class</w:t>
      </w:r>
    </w:p>
    <w:p w14:paraId="13A25293" w14:textId="77777777" w:rsidR="0031472A" w:rsidRDefault="0031472A" w:rsidP="006219E1"/>
    <w:p w14:paraId="55467CC9" w14:textId="77777777" w:rsidR="006219E1" w:rsidRDefault="006219E1" w:rsidP="006219E1">
      <w:r>
        <w:t xml:space="preserve">CSS class is defined as follow: </w:t>
      </w:r>
    </w:p>
    <w:p w14:paraId="0C2E0B61" w14:textId="77777777" w:rsidR="00F331AB" w:rsidRDefault="00F331AB" w:rsidP="006219E1"/>
    <w:p w14:paraId="5D775257" w14:textId="77777777" w:rsidR="00EB4ACF" w:rsidRDefault="00EB4ACF" w:rsidP="00EB4ACF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sz w:val="19"/>
          <w:szCs w:val="19"/>
        </w:rPr>
      </w:pPr>
      <w:proofErr w:type="gramStart"/>
      <w:r>
        <w:rPr>
          <w:rFonts w:ascii="Consolas" w:eastAsia="Calibri" w:hAnsi="Consolas" w:cs="Consolas"/>
          <w:color w:val="800000"/>
          <w:sz w:val="19"/>
          <w:szCs w:val="19"/>
        </w:rPr>
        <w:t>.</w:t>
      </w:r>
      <w:proofErr w:type="spellStart"/>
      <w:r>
        <w:rPr>
          <w:rFonts w:ascii="Consolas" w:eastAsia="Calibri" w:hAnsi="Consolas" w:cs="Consolas"/>
          <w:color w:val="800000"/>
          <w:sz w:val="19"/>
          <w:szCs w:val="19"/>
        </w:rPr>
        <w:t>ClassName</w:t>
      </w:r>
      <w:proofErr w:type="spellEnd"/>
      <w:proofErr w:type="gramEnd"/>
      <w:r>
        <w:rPr>
          <w:rFonts w:ascii="Consolas" w:eastAsia="Calibri" w:hAnsi="Consolas" w:cs="Consolas"/>
          <w:sz w:val="19"/>
          <w:szCs w:val="19"/>
        </w:rPr>
        <w:t xml:space="preserve"> {</w:t>
      </w:r>
      <w:proofErr w:type="spellStart"/>
      <w:r>
        <w:rPr>
          <w:rFonts w:ascii="Consolas" w:eastAsia="Calibri" w:hAnsi="Consolas" w:cs="Consolas"/>
          <w:color w:val="FF0000"/>
          <w:sz w:val="19"/>
          <w:szCs w:val="19"/>
        </w:rPr>
        <w:t>Property</w:t>
      </w:r>
      <w:r>
        <w:rPr>
          <w:rFonts w:ascii="Consolas" w:eastAsia="Calibri" w:hAnsi="Consolas" w:cs="Consolas"/>
          <w:sz w:val="19"/>
          <w:szCs w:val="19"/>
        </w:rPr>
        <w:t>:</w:t>
      </w:r>
      <w:r>
        <w:rPr>
          <w:rFonts w:ascii="Consolas" w:eastAsia="Calibri" w:hAnsi="Consolas" w:cs="Consolas"/>
          <w:color w:val="0000FF"/>
          <w:sz w:val="19"/>
          <w:szCs w:val="19"/>
        </w:rPr>
        <w:t>Value</w:t>
      </w:r>
      <w:proofErr w:type="spellEnd"/>
      <w:r>
        <w:rPr>
          <w:rFonts w:ascii="Consolas" w:eastAsia="Calibri" w:hAnsi="Consolas" w:cs="Consolas"/>
          <w:sz w:val="19"/>
          <w:szCs w:val="19"/>
        </w:rPr>
        <w:t xml:space="preserve">; </w:t>
      </w:r>
      <w:proofErr w:type="spellStart"/>
      <w:r>
        <w:rPr>
          <w:rFonts w:ascii="Consolas" w:eastAsia="Calibri" w:hAnsi="Consolas" w:cs="Consolas"/>
          <w:color w:val="FF0000"/>
          <w:sz w:val="19"/>
          <w:szCs w:val="19"/>
        </w:rPr>
        <w:t>Property</w:t>
      </w:r>
      <w:r>
        <w:rPr>
          <w:rFonts w:ascii="Consolas" w:eastAsia="Calibri" w:hAnsi="Consolas" w:cs="Consolas"/>
          <w:sz w:val="19"/>
          <w:szCs w:val="19"/>
        </w:rPr>
        <w:t>:</w:t>
      </w:r>
      <w:r>
        <w:rPr>
          <w:rFonts w:ascii="Consolas" w:eastAsia="Calibri" w:hAnsi="Consolas" w:cs="Consolas"/>
          <w:color w:val="0000FF"/>
          <w:sz w:val="19"/>
          <w:szCs w:val="19"/>
        </w:rPr>
        <w:t>Value</w:t>
      </w:r>
      <w:proofErr w:type="spellEnd"/>
      <w:r>
        <w:rPr>
          <w:rFonts w:ascii="Consolas" w:eastAsia="Calibri" w:hAnsi="Consolas" w:cs="Consolas"/>
          <w:sz w:val="19"/>
          <w:szCs w:val="19"/>
        </w:rPr>
        <w:t xml:space="preserve">; </w:t>
      </w:r>
      <w:proofErr w:type="spellStart"/>
      <w:r>
        <w:rPr>
          <w:rFonts w:ascii="Consolas" w:eastAsia="Calibri" w:hAnsi="Consolas" w:cs="Consolas"/>
          <w:color w:val="FF0000"/>
          <w:sz w:val="19"/>
          <w:szCs w:val="19"/>
        </w:rPr>
        <w:t>Property</w:t>
      </w:r>
      <w:r>
        <w:rPr>
          <w:rFonts w:ascii="Consolas" w:eastAsia="Calibri" w:hAnsi="Consolas" w:cs="Consolas"/>
          <w:sz w:val="19"/>
          <w:szCs w:val="19"/>
        </w:rPr>
        <w:t>:</w:t>
      </w:r>
      <w:r>
        <w:rPr>
          <w:rFonts w:ascii="Consolas" w:eastAsia="Calibri" w:hAnsi="Consolas" w:cs="Consolas"/>
          <w:color w:val="0000FF"/>
          <w:sz w:val="19"/>
          <w:szCs w:val="19"/>
        </w:rPr>
        <w:t>Value</w:t>
      </w:r>
      <w:proofErr w:type="spellEnd"/>
      <w:r>
        <w:rPr>
          <w:rFonts w:ascii="Consolas" w:eastAsia="Calibri" w:hAnsi="Consolas" w:cs="Consolas"/>
          <w:sz w:val="19"/>
          <w:szCs w:val="19"/>
        </w:rPr>
        <w:t>}</w:t>
      </w:r>
    </w:p>
    <w:p w14:paraId="459EC619" w14:textId="77777777" w:rsidR="00F331AB" w:rsidRDefault="00F331AB" w:rsidP="006219E1">
      <w:pPr>
        <w:rPr>
          <w:rFonts w:ascii="Consolas" w:hAnsi="Consolas"/>
        </w:rPr>
      </w:pPr>
    </w:p>
    <w:p w14:paraId="77227589" w14:textId="77777777" w:rsidR="00F331AB" w:rsidRDefault="00F331AB" w:rsidP="00F331AB">
      <w:r>
        <w:t>Example:</w:t>
      </w:r>
    </w:p>
    <w:p w14:paraId="0003FB6A" w14:textId="77777777" w:rsidR="00F331AB" w:rsidRDefault="00F331AB" w:rsidP="006219E1">
      <w:pPr>
        <w:rPr>
          <w:rFonts w:ascii="Consolas" w:hAnsi="Consolas"/>
        </w:rPr>
      </w:pPr>
      <w:r>
        <w:rPr>
          <w:noProof/>
        </w:rPr>
        <w:drawing>
          <wp:inline distT="0" distB="0" distL="0" distR="0" wp14:anchorId="51C41B01" wp14:editId="6B4CD4BF">
            <wp:extent cx="5495925" cy="485775"/>
            <wp:effectExtent l="19050" t="19050" r="28575" b="285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48577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33D0C1B0" w14:textId="77777777" w:rsidR="00F331AB" w:rsidRDefault="00F331AB" w:rsidP="00F331AB">
      <w:pPr>
        <w:rPr>
          <w:color w:val="FF0000"/>
        </w:rPr>
      </w:pPr>
      <w:r w:rsidRPr="00F331AB">
        <w:rPr>
          <w:color w:val="FF0000"/>
        </w:rPr>
        <w:t xml:space="preserve">NOTE: </w:t>
      </w:r>
      <w:proofErr w:type="spellStart"/>
      <w:r w:rsidRPr="00F331AB">
        <w:rPr>
          <w:color w:val="FF0000"/>
        </w:rPr>
        <w:t>Classname</w:t>
      </w:r>
      <w:proofErr w:type="spellEnd"/>
      <w:r w:rsidRPr="00F331AB">
        <w:rPr>
          <w:color w:val="FF0000"/>
        </w:rPr>
        <w:t xml:space="preserve"> will always begin with a dot &lt;.&gt;, </w:t>
      </w:r>
      <w:r>
        <w:rPr>
          <w:color w:val="FF0000"/>
        </w:rPr>
        <w:t xml:space="preserve">List of </w:t>
      </w:r>
      <w:proofErr w:type="spellStart"/>
      <w:r>
        <w:rPr>
          <w:color w:val="FF0000"/>
        </w:rPr>
        <w:t>property:value</w:t>
      </w:r>
      <w:proofErr w:type="spellEnd"/>
      <w:r>
        <w:rPr>
          <w:color w:val="FF0000"/>
        </w:rPr>
        <w:t xml:space="preserve"> is separated by semicolon &lt;;&gt;</w:t>
      </w:r>
    </w:p>
    <w:p w14:paraId="6AA34EE8" w14:textId="77777777" w:rsidR="0031472A" w:rsidRDefault="0031472A" w:rsidP="00F331AB">
      <w:pPr>
        <w:rPr>
          <w:color w:val="FF0000"/>
        </w:rPr>
      </w:pPr>
    </w:p>
    <w:p w14:paraId="16171D5F" w14:textId="77777777" w:rsidR="0031472A" w:rsidRDefault="0031472A" w:rsidP="00F331AB"/>
    <w:p w14:paraId="0FCE83B5" w14:textId="77777777" w:rsidR="00EB4ACF" w:rsidRDefault="0031472A" w:rsidP="00EB4ACF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color w:val="0000FF"/>
          <w:sz w:val="19"/>
          <w:szCs w:val="19"/>
        </w:rPr>
      </w:pPr>
      <w:r>
        <w:t xml:space="preserve">TRY THIS: </w:t>
      </w:r>
      <w:proofErr w:type="gramStart"/>
      <w:r>
        <w:t>Add .</w:t>
      </w:r>
      <w:proofErr w:type="spellStart"/>
      <w:r>
        <w:rPr>
          <w:rFonts w:ascii="Consolas" w:eastAsia="Calibri" w:hAnsi="Consolas" w:cs="Consolas"/>
          <w:color w:val="800000"/>
          <w:sz w:val="19"/>
          <w:szCs w:val="19"/>
        </w:rPr>
        <w:t>buttonCSS</w:t>
      </w:r>
      <w:proofErr w:type="spellEnd"/>
      <w:proofErr w:type="gramEnd"/>
      <w:r>
        <w:t xml:space="preserve"> style to Style tag, add two buttons in you page and set there </w:t>
      </w:r>
      <w:proofErr w:type="spellStart"/>
      <w:r>
        <w:rPr>
          <w:rFonts w:ascii="Consolas" w:eastAsia="Calibri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eastAsia="Calibri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eastAsia="Calibri" w:hAnsi="Consolas" w:cs="Consolas"/>
          <w:color w:val="0000FF"/>
          <w:sz w:val="19"/>
          <w:szCs w:val="19"/>
        </w:rPr>
        <w:t>buttonCSS</w:t>
      </w:r>
      <w:proofErr w:type="spellEnd"/>
      <w:r>
        <w:rPr>
          <w:rFonts w:ascii="Consolas" w:eastAsia="Calibri" w:hAnsi="Consolas" w:cs="Consolas"/>
          <w:color w:val="0000FF"/>
          <w:sz w:val="19"/>
          <w:szCs w:val="19"/>
        </w:rPr>
        <w:t>"</w:t>
      </w:r>
      <w:r w:rsidRPr="0031472A">
        <w:rPr>
          <w:rFonts w:eastAsia="Calibri"/>
        </w:rPr>
        <w:t>, as shown in figure.</w:t>
      </w:r>
      <w:r w:rsidR="00EB4ACF">
        <w:rPr>
          <w:rFonts w:eastAsia="Calibri"/>
        </w:rPr>
        <w:t xml:space="preserve"> Also add #</w:t>
      </w:r>
      <w:r w:rsidR="00EB4ACF">
        <w:rPr>
          <w:rFonts w:ascii="Consolas" w:eastAsia="Calibri" w:hAnsi="Consolas" w:cs="Consolas"/>
          <w:color w:val="800000"/>
          <w:sz w:val="19"/>
          <w:szCs w:val="19"/>
        </w:rPr>
        <w:t xml:space="preserve">submit </w:t>
      </w:r>
      <w:r w:rsidR="00EB4ACF" w:rsidRPr="00EB4ACF">
        <w:t>style to you Style tag and add on</w:t>
      </w:r>
      <w:r w:rsidR="00EB4ACF">
        <w:t xml:space="preserve">e button with </w:t>
      </w:r>
      <w:r w:rsidR="00EB4ACF">
        <w:rPr>
          <w:rFonts w:ascii="Consolas" w:eastAsia="Calibri" w:hAnsi="Consolas" w:cs="Consolas"/>
          <w:color w:val="FF0000"/>
          <w:sz w:val="19"/>
          <w:szCs w:val="19"/>
        </w:rPr>
        <w:t>ID</w:t>
      </w:r>
      <w:r w:rsidR="00EB4ACF">
        <w:rPr>
          <w:rFonts w:ascii="Consolas" w:eastAsia="Calibri" w:hAnsi="Consolas" w:cs="Consolas"/>
          <w:color w:val="0000FF"/>
          <w:sz w:val="19"/>
          <w:szCs w:val="19"/>
        </w:rPr>
        <w:t>="submit"</w:t>
      </w:r>
    </w:p>
    <w:p w14:paraId="009F6118" w14:textId="77777777" w:rsidR="00EB4ACF" w:rsidRDefault="00EB4ACF" w:rsidP="00EB4ACF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color w:val="0000FF"/>
          <w:sz w:val="19"/>
          <w:szCs w:val="19"/>
        </w:rPr>
      </w:pPr>
    </w:p>
    <w:p w14:paraId="7D5C7AE1" w14:textId="77777777" w:rsidR="00EB4ACF" w:rsidRDefault="00EB4ACF" w:rsidP="00EB4ACF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color w:val="0000FF"/>
          <w:sz w:val="19"/>
          <w:szCs w:val="19"/>
        </w:rPr>
      </w:pPr>
      <w:r>
        <w:rPr>
          <w:noProof/>
        </w:rPr>
        <w:lastRenderedPageBreak/>
        <w:drawing>
          <wp:inline distT="0" distB="0" distL="0" distR="0" wp14:anchorId="7D8A85FD" wp14:editId="46433C9C">
            <wp:extent cx="5943600" cy="2635250"/>
            <wp:effectExtent l="19050" t="19050" r="19050" b="1270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525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5FE30D89" w14:textId="77777777" w:rsidR="00EB4ACF" w:rsidRDefault="00EB4ACF" w:rsidP="00EB4ACF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color w:val="0000FF"/>
          <w:sz w:val="19"/>
          <w:szCs w:val="19"/>
        </w:rPr>
      </w:pPr>
    </w:p>
    <w:p w14:paraId="248B39A2" w14:textId="77777777" w:rsidR="00EB4ACF" w:rsidRDefault="00EB4ACF" w:rsidP="00EB4ACF">
      <w:pPr>
        <w:autoSpaceDE w:val="0"/>
        <w:autoSpaceDN w:val="0"/>
        <w:adjustRightInd w:val="0"/>
        <w:jc w:val="left"/>
        <w:rPr>
          <w:rFonts w:eastAsia="Calibri"/>
        </w:rPr>
      </w:pPr>
      <w:r>
        <w:rPr>
          <w:rFonts w:eastAsia="Calibri"/>
        </w:rPr>
        <w:t xml:space="preserve">Execute it, </w:t>
      </w:r>
    </w:p>
    <w:p w14:paraId="0C2EAECE" w14:textId="7BA63220" w:rsidR="00EB4ACF" w:rsidRDefault="00EB4ACF" w:rsidP="00EB4ACF">
      <w:pPr>
        <w:autoSpaceDE w:val="0"/>
        <w:autoSpaceDN w:val="0"/>
        <w:adjustRightInd w:val="0"/>
        <w:jc w:val="left"/>
        <w:rPr>
          <w:rFonts w:eastAsia="Calibri"/>
        </w:rPr>
      </w:pPr>
      <w:r>
        <w:rPr>
          <w:rFonts w:eastAsia="Calibri"/>
        </w:rPr>
        <w:t xml:space="preserve">Button </w:t>
      </w:r>
      <w:r w:rsidR="006672EC">
        <w:rPr>
          <w:rFonts w:eastAsia="Calibri"/>
        </w:rPr>
        <w:t>1 and</w:t>
      </w:r>
      <w:r>
        <w:rPr>
          <w:rFonts w:eastAsia="Calibri"/>
        </w:rPr>
        <w:t xml:space="preserve"> Button 2 </w:t>
      </w:r>
      <w:proofErr w:type="gramStart"/>
      <w:r>
        <w:rPr>
          <w:rFonts w:eastAsia="Calibri"/>
        </w:rPr>
        <w:t>has</w:t>
      </w:r>
      <w:r w:rsidR="006672EC">
        <w:rPr>
          <w:rFonts w:eastAsia="Calibri"/>
        </w:rPr>
        <w:t xml:space="preserve"> </w:t>
      </w:r>
      <w:r>
        <w:rPr>
          <w:rFonts w:eastAsia="Calibri"/>
        </w:rPr>
        <w:t>.</w:t>
      </w:r>
      <w:proofErr w:type="spellStart"/>
      <w:r>
        <w:rPr>
          <w:rFonts w:eastAsia="Calibri"/>
        </w:rPr>
        <w:t>buttonCSS</w:t>
      </w:r>
      <w:proofErr w:type="spellEnd"/>
      <w:proofErr w:type="gramEnd"/>
      <w:r>
        <w:rPr>
          <w:rFonts w:eastAsia="Calibri"/>
        </w:rPr>
        <w:t xml:space="preserve"> rules applied on it to it and Submit has #submit style applied to it. </w:t>
      </w:r>
    </w:p>
    <w:p w14:paraId="75F4DC17" w14:textId="77777777" w:rsidR="00EB4ACF" w:rsidRDefault="00EB4ACF" w:rsidP="00EB4ACF">
      <w:pPr>
        <w:rPr>
          <w:rFonts w:eastAsia="Calibri"/>
        </w:rPr>
      </w:pPr>
    </w:p>
    <w:p w14:paraId="4DAC5498" w14:textId="77777777" w:rsidR="00EB4ACF" w:rsidRDefault="00EB4ACF" w:rsidP="00EB4ACF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color w:val="800000"/>
          <w:sz w:val="19"/>
          <w:szCs w:val="19"/>
        </w:rPr>
      </w:pPr>
    </w:p>
    <w:p w14:paraId="673616F8" w14:textId="77777777" w:rsidR="00EB4ACF" w:rsidRDefault="00EB4ACF" w:rsidP="00EB4ACF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color w:val="800000"/>
          <w:sz w:val="19"/>
          <w:szCs w:val="19"/>
        </w:rPr>
      </w:pPr>
      <w:r>
        <w:rPr>
          <w:noProof/>
        </w:rPr>
        <w:drawing>
          <wp:inline distT="0" distB="0" distL="0" distR="0" wp14:anchorId="1C7916B3" wp14:editId="6C688553">
            <wp:extent cx="5943600" cy="3167380"/>
            <wp:effectExtent l="19050" t="19050" r="19050" b="139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211C1A70" w14:textId="77777777" w:rsidR="0031472A" w:rsidRDefault="0031472A" w:rsidP="0031472A">
      <w:pPr>
        <w:autoSpaceDE w:val="0"/>
        <w:autoSpaceDN w:val="0"/>
        <w:adjustRightInd w:val="0"/>
        <w:jc w:val="left"/>
        <w:rPr>
          <w:rFonts w:eastAsia="Calibri"/>
        </w:rPr>
      </w:pPr>
    </w:p>
    <w:p w14:paraId="4E2EF535" w14:textId="77777777" w:rsidR="0031472A" w:rsidRPr="0031472A" w:rsidRDefault="0031472A" w:rsidP="0031472A">
      <w:pPr>
        <w:autoSpaceDE w:val="0"/>
        <w:autoSpaceDN w:val="0"/>
        <w:adjustRightInd w:val="0"/>
        <w:jc w:val="left"/>
        <w:rPr>
          <w:rFonts w:eastAsia="Calibri"/>
        </w:rPr>
      </w:pPr>
    </w:p>
    <w:p w14:paraId="7A81C6C5" w14:textId="77777777" w:rsidR="008857F5" w:rsidRDefault="008857F5">
      <w:pPr>
        <w:jc w:val="left"/>
        <w:rPr>
          <w:b/>
          <w:sz w:val="32"/>
          <w:szCs w:val="26"/>
        </w:rPr>
      </w:pPr>
      <w:r>
        <w:br w:type="page"/>
      </w:r>
    </w:p>
    <w:p w14:paraId="5FB36F92" w14:textId="77777777" w:rsidR="00F331AB" w:rsidRDefault="008857F5" w:rsidP="008857F5">
      <w:pPr>
        <w:pStyle w:val="Heading2"/>
      </w:pPr>
      <w:bookmarkStart w:id="9" w:name="_Toc476084781"/>
      <w:r>
        <w:lastRenderedPageBreak/>
        <w:t>CSS EXERCISE</w:t>
      </w:r>
      <w:bookmarkEnd w:id="9"/>
    </w:p>
    <w:p w14:paraId="01CC258F" w14:textId="77777777" w:rsidR="008857F5" w:rsidRDefault="008857F5" w:rsidP="008857F5">
      <w:r>
        <w:t>Create new Web form as shown in figure below and Replicate the following:</w:t>
      </w:r>
    </w:p>
    <w:p w14:paraId="0FC9998C" w14:textId="77777777" w:rsidR="008857F5" w:rsidRDefault="008857F5" w:rsidP="008857F5">
      <w:pPr>
        <w:pStyle w:val="ListParagraph"/>
        <w:numPr>
          <w:ilvl w:val="0"/>
          <w:numId w:val="17"/>
        </w:numPr>
      </w:pPr>
      <w:r>
        <w:t>Main Heading style and color.</w:t>
      </w:r>
    </w:p>
    <w:p w14:paraId="441444FC" w14:textId="77777777" w:rsidR="008857F5" w:rsidRPr="00F92859" w:rsidRDefault="008857F5" w:rsidP="008857F5">
      <w:pPr>
        <w:pStyle w:val="ListParagraph"/>
        <w:numPr>
          <w:ilvl w:val="0"/>
          <w:numId w:val="17"/>
        </w:numPr>
      </w:pPr>
      <w:r>
        <w:t>All the other text style and color.</w:t>
      </w:r>
    </w:p>
    <w:p w14:paraId="58A76012" w14:textId="77777777" w:rsidR="008857F5" w:rsidRDefault="008857F5" w:rsidP="008857F5">
      <w:pPr>
        <w:pStyle w:val="ListParagraph"/>
        <w:numPr>
          <w:ilvl w:val="0"/>
          <w:numId w:val="17"/>
        </w:numPr>
      </w:pPr>
      <w:r>
        <w:t>Button’s text color and border color and border glow, buttons also have round edges.</w:t>
      </w:r>
    </w:p>
    <w:p w14:paraId="281D7B4A" w14:textId="77777777" w:rsidR="008857F5" w:rsidRDefault="008857F5" w:rsidP="008857F5">
      <w:pPr>
        <w:pStyle w:val="ListParagraph"/>
        <w:numPr>
          <w:ilvl w:val="0"/>
          <w:numId w:val="17"/>
        </w:numPr>
      </w:pPr>
      <w:r>
        <w:t xml:space="preserve">Text box border color and glow. </w:t>
      </w:r>
    </w:p>
    <w:p w14:paraId="0E0F9D2D" w14:textId="77777777" w:rsidR="005F66C0" w:rsidRDefault="005F66C0" w:rsidP="005F66C0">
      <w:pPr>
        <w:pStyle w:val="ListParagraph"/>
        <w:numPr>
          <w:ilvl w:val="0"/>
          <w:numId w:val="17"/>
        </w:numPr>
      </w:pPr>
      <w:r>
        <w:t>Drop down border color and glow, it has three options, Dollar, Euro and Pound</w:t>
      </w:r>
    </w:p>
    <w:p w14:paraId="080D9248" w14:textId="77777777" w:rsidR="008857F5" w:rsidRDefault="00C4135D" w:rsidP="00D67A04">
      <w:pPr>
        <w:pStyle w:val="ListParagraph"/>
        <w:numPr>
          <w:ilvl w:val="0"/>
          <w:numId w:val="17"/>
        </w:numPr>
      </w:pPr>
      <w:r>
        <w:t xml:space="preserve">Search the property and values to do these from </w:t>
      </w:r>
      <w:proofErr w:type="spellStart"/>
      <w:r>
        <w:t>imternet</w:t>
      </w:r>
      <w:proofErr w:type="spellEnd"/>
      <w:r>
        <w:t>.</w:t>
      </w:r>
    </w:p>
    <w:p w14:paraId="0BB179D9" w14:textId="77777777" w:rsidR="008857F5" w:rsidRPr="008857F5" w:rsidRDefault="008857F5" w:rsidP="008857F5">
      <w:r>
        <w:rPr>
          <w:noProof/>
        </w:rPr>
        <w:drawing>
          <wp:inline distT="0" distB="0" distL="0" distR="0" wp14:anchorId="00CFB91E" wp14:editId="3BFD6008">
            <wp:extent cx="5943600" cy="4770755"/>
            <wp:effectExtent l="19050" t="19050" r="19050" b="1079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7075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329C3B52" w14:textId="77777777" w:rsidR="005D62A4" w:rsidRDefault="005D62A4" w:rsidP="00F92859"/>
    <w:p w14:paraId="2E9C8930" w14:textId="77777777" w:rsidR="005F66C0" w:rsidRDefault="005F66C0" w:rsidP="005F66C0">
      <w:pPr>
        <w:pStyle w:val="Heading3"/>
      </w:pPr>
      <w:bookmarkStart w:id="10" w:name="_Toc476084782"/>
      <w:r>
        <w:t>SELF EXPLORATION:</w:t>
      </w:r>
      <w:bookmarkEnd w:id="10"/>
    </w:p>
    <w:p w14:paraId="4647CC75" w14:textId="14FF4BA0" w:rsidR="005F66C0" w:rsidRDefault="005F66C0">
      <w:pPr>
        <w:jc w:val="left"/>
      </w:pPr>
      <w:r>
        <w:t>You can also separate CSS style from Web f</w:t>
      </w:r>
      <w:r w:rsidR="00C0633F">
        <w:t>or</w:t>
      </w:r>
      <w:r>
        <w:t>m by adding Style in .CSS file and link it to your Web form.</w:t>
      </w:r>
      <w:r>
        <w:br w:type="page"/>
      </w:r>
    </w:p>
    <w:p w14:paraId="4B7B6C0F" w14:textId="77777777" w:rsidR="008857F5" w:rsidRDefault="005F66C0" w:rsidP="005F66C0">
      <w:pPr>
        <w:pStyle w:val="Heading1"/>
      </w:pPr>
      <w:bookmarkStart w:id="11" w:name="_Toc476084783"/>
      <w:r>
        <w:lastRenderedPageBreak/>
        <w:t>JAVA SCRIPT</w:t>
      </w:r>
      <w:bookmarkEnd w:id="11"/>
    </w:p>
    <w:p w14:paraId="58ED6732" w14:textId="77777777" w:rsidR="0057370A" w:rsidRDefault="005F66C0" w:rsidP="005F66C0">
      <w:pPr>
        <w:rPr>
          <w:lang w:val="tr-TR"/>
        </w:rPr>
      </w:pPr>
      <w:r w:rsidRPr="005F66C0">
        <w:rPr>
          <w:lang w:val="tr-TR"/>
        </w:rPr>
        <w:t>JavaScript is the most popular scr</w:t>
      </w:r>
      <w:r>
        <w:rPr>
          <w:lang w:val="tr-TR"/>
        </w:rPr>
        <w:t>ipting language on the internet.</w:t>
      </w:r>
      <w:r w:rsidRPr="005F66C0">
        <w:rPr>
          <w:lang w:val="tr-TR"/>
        </w:rPr>
        <w:t xml:space="preserve"> JavaScript is used in millions of Web pages to improve the design, validate forms, detect browsers, create cookies, and much more.</w:t>
      </w:r>
      <w:r>
        <w:rPr>
          <w:lang w:val="tr-TR"/>
        </w:rPr>
        <w:t xml:space="preserve"> It</w:t>
      </w:r>
      <w:r w:rsidRPr="005F66C0">
        <w:rPr>
          <w:lang w:val="tr-TR"/>
        </w:rPr>
        <w:t xml:space="preserve"> works in all major browsers, such as Internet Explorer, Mozilla, Firefox, Netscape, Opera.</w:t>
      </w:r>
    </w:p>
    <w:p w14:paraId="269CCAA6" w14:textId="77777777" w:rsidR="005F66C0" w:rsidRDefault="005F66C0" w:rsidP="005F66C0">
      <w:pPr>
        <w:rPr>
          <w:lang w:val="tr-TR"/>
        </w:rPr>
      </w:pPr>
    </w:p>
    <w:p w14:paraId="681701D7" w14:textId="2A0A44E7" w:rsidR="005F66C0" w:rsidRDefault="005F66C0" w:rsidP="005F66C0">
      <w:pPr>
        <w:rPr>
          <w:lang w:val="tr-TR"/>
        </w:rPr>
      </w:pPr>
      <w:r>
        <w:rPr>
          <w:lang w:val="tr-TR"/>
        </w:rPr>
        <w:t>In this manual we will use jav</w:t>
      </w:r>
      <w:r w:rsidR="006672EC">
        <w:rPr>
          <w:lang w:val="tr-TR"/>
        </w:rPr>
        <w:t>a</w:t>
      </w:r>
      <w:r>
        <w:rPr>
          <w:lang w:val="tr-TR"/>
        </w:rPr>
        <w:t xml:space="preserve"> Script to perform Client side operations or validation. </w:t>
      </w:r>
    </w:p>
    <w:p w14:paraId="55AE9681" w14:textId="77777777" w:rsidR="005F66C0" w:rsidRDefault="005F66C0" w:rsidP="005F66C0">
      <w:pPr>
        <w:rPr>
          <w:lang w:val="tr-TR"/>
        </w:rPr>
      </w:pPr>
    </w:p>
    <w:p w14:paraId="25D0C74E" w14:textId="77777777" w:rsidR="005F66C0" w:rsidRDefault="005F66C0" w:rsidP="005F66C0">
      <w:pPr>
        <w:rPr>
          <w:lang w:val="tr-TR"/>
        </w:rPr>
      </w:pPr>
      <w:r>
        <w:rPr>
          <w:lang w:val="tr-TR"/>
        </w:rPr>
        <w:t>TRY THIS:</w:t>
      </w:r>
    </w:p>
    <w:p w14:paraId="557AB927" w14:textId="5A91EDB1" w:rsidR="005F66C0" w:rsidRDefault="005F66C0" w:rsidP="005F66C0">
      <w:pPr>
        <w:rPr>
          <w:lang w:val="tr-TR"/>
        </w:rPr>
      </w:pPr>
      <w:r>
        <w:rPr>
          <w:lang w:val="tr-TR"/>
        </w:rPr>
        <w:t xml:space="preserve">Create a new </w:t>
      </w:r>
      <w:r w:rsidR="00CC7F84">
        <w:rPr>
          <w:lang w:val="tr-TR"/>
        </w:rPr>
        <w:t xml:space="preserve">Web form and add Script tag and add statments to it as shown in figure. The statment in the script will run when ever the page is loaded. </w:t>
      </w:r>
    </w:p>
    <w:p w14:paraId="601DE163" w14:textId="77777777" w:rsidR="00CC7F84" w:rsidRDefault="00CC7F84" w:rsidP="005F66C0">
      <w:pPr>
        <w:rPr>
          <w:lang w:val="tr-TR"/>
        </w:rPr>
      </w:pPr>
    </w:p>
    <w:p w14:paraId="755C7318" w14:textId="77777777" w:rsidR="00CC7F84" w:rsidRPr="00CC7F84" w:rsidRDefault="00CC7F84" w:rsidP="00CC7F84">
      <w:pPr>
        <w:autoSpaceDE w:val="0"/>
        <w:autoSpaceDN w:val="0"/>
        <w:adjustRightInd w:val="0"/>
        <w:jc w:val="left"/>
        <w:rPr>
          <w:i/>
          <w:lang w:val="tr-TR"/>
        </w:rPr>
      </w:pPr>
      <w:proofErr w:type="spellStart"/>
      <w:proofErr w:type="gramStart"/>
      <w:r>
        <w:rPr>
          <w:rFonts w:ascii="Consolas" w:eastAsia="Calibri" w:hAnsi="Consolas" w:cs="Consolas"/>
          <w:sz w:val="19"/>
          <w:szCs w:val="19"/>
        </w:rPr>
        <w:t>document.write</w:t>
      </w:r>
      <w:proofErr w:type="spellEnd"/>
      <w:proofErr w:type="gramEnd"/>
      <w:r>
        <w:rPr>
          <w:rFonts w:ascii="Consolas" w:eastAsia="Calibri" w:hAnsi="Consolas" w:cs="Consolas"/>
          <w:sz w:val="19"/>
          <w:szCs w:val="19"/>
        </w:rPr>
        <w:t>(</w:t>
      </w:r>
      <w:r>
        <w:rPr>
          <w:rFonts w:ascii="Consolas" w:eastAsia="Calibri" w:hAnsi="Consolas" w:cs="Consolas"/>
          <w:color w:val="800000"/>
          <w:sz w:val="19"/>
          <w:szCs w:val="19"/>
        </w:rPr>
        <w:t>String</w:t>
      </w:r>
      <w:r>
        <w:rPr>
          <w:rFonts w:ascii="Consolas" w:eastAsia="Calibri" w:hAnsi="Consolas" w:cs="Consolas"/>
          <w:sz w:val="19"/>
          <w:szCs w:val="19"/>
        </w:rPr>
        <w:t xml:space="preserve">) </w:t>
      </w:r>
      <w:r w:rsidRPr="00CC7F84">
        <w:rPr>
          <w:i/>
          <w:lang w:val="tr-TR"/>
        </w:rPr>
        <w:t>will overwrite your web page and display the string you give it as input</w:t>
      </w:r>
    </w:p>
    <w:p w14:paraId="76B861A4" w14:textId="77777777" w:rsidR="00CC7F84" w:rsidRDefault="00CC7F84" w:rsidP="005F66C0">
      <w:pPr>
        <w:rPr>
          <w:lang w:val="tr-TR"/>
        </w:rPr>
      </w:pPr>
    </w:p>
    <w:p w14:paraId="1A86CF96" w14:textId="77777777" w:rsidR="00CC7F84" w:rsidRDefault="00CC7F84" w:rsidP="005F66C0">
      <w:pPr>
        <w:rPr>
          <w:lang w:val="tr-TR"/>
        </w:rPr>
      </w:pPr>
      <w:r>
        <w:rPr>
          <w:noProof/>
        </w:rPr>
        <w:drawing>
          <wp:inline distT="0" distB="0" distL="0" distR="0" wp14:anchorId="0259EC3A" wp14:editId="4EC8196D">
            <wp:extent cx="5382883" cy="2578148"/>
            <wp:effectExtent l="19050" t="19050" r="2794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91523" cy="2582286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40D65C79" w14:textId="77777777" w:rsidR="00CC7F84" w:rsidRDefault="00CC7F84" w:rsidP="005F66C0">
      <w:pPr>
        <w:rPr>
          <w:lang w:val="tr-TR"/>
        </w:rPr>
      </w:pPr>
    </w:p>
    <w:p w14:paraId="7AA66386" w14:textId="77777777" w:rsidR="00CC7F84" w:rsidRDefault="00CC7F84" w:rsidP="005F66C0">
      <w:pPr>
        <w:rPr>
          <w:lang w:val="tr-TR"/>
        </w:rPr>
      </w:pPr>
      <w:r>
        <w:rPr>
          <w:lang w:val="tr-TR"/>
        </w:rPr>
        <w:t>Execute your page and result should be as follow:</w:t>
      </w:r>
    </w:p>
    <w:p w14:paraId="5C44F627" w14:textId="77777777" w:rsidR="00CC7F84" w:rsidRDefault="00CC7F84" w:rsidP="005F66C0">
      <w:pPr>
        <w:rPr>
          <w:lang w:val="tr-TR"/>
        </w:rPr>
      </w:pPr>
    </w:p>
    <w:p w14:paraId="5CA4145A" w14:textId="77777777" w:rsidR="00CC7F84" w:rsidRDefault="00CC7F84" w:rsidP="005F66C0">
      <w:pPr>
        <w:rPr>
          <w:lang w:val="tr-TR"/>
        </w:rPr>
      </w:pPr>
      <w:r>
        <w:rPr>
          <w:noProof/>
        </w:rPr>
        <w:drawing>
          <wp:inline distT="0" distB="0" distL="0" distR="0" wp14:anchorId="6D8458D1" wp14:editId="09504230">
            <wp:extent cx="5408762" cy="2740208"/>
            <wp:effectExtent l="19050" t="19050" r="20955" b="222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14525" cy="2743128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1DADA6E6" w14:textId="77777777" w:rsidR="00CC7F84" w:rsidRDefault="00CC7F84" w:rsidP="005F66C0">
      <w:pPr>
        <w:rPr>
          <w:lang w:val="tr-TR"/>
        </w:rPr>
      </w:pPr>
    </w:p>
    <w:p w14:paraId="29E8961B" w14:textId="77777777" w:rsidR="00CC7F84" w:rsidRDefault="00CC7F84" w:rsidP="005F66C0">
      <w:pPr>
        <w:rPr>
          <w:lang w:val="tr-TR"/>
        </w:rPr>
      </w:pPr>
    </w:p>
    <w:p w14:paraId="5AD34766" w14:textId="77777777" w:rsidR="005F66C0" w:rsidRDefault="005F66C0" w:rsidP="005F66C0">
      <w:pPr>
        <w:rPr>
          <w:lang w:val="tr-TR"/>
        </w:rPr>
      </w:pPr>
      <w:r>
        <w:rPr>
          <w:lang w:val="tr-TR"/>
        </w:rPr>
        <w:t>You can create functions in java script that can be</w:t>
      </w:r>
      <w:r w:rsidR="00CC7F84">
        <w:rPr>
          <w:lang w:val="tr-TR"/>
        </w:rPr>
        <w:t xml:space="preserve"> called on some specific action:</w:t>
      </w:r>
    </w:p>
    <w:p w14:paraId="7666F9BB" w14:textId="77777777" w:rsidR="00F50F6C" w:rsidRDefault="00F50F6C" w:rsidP="005F66C0">
      <w:pPr>
        <w:rPr>
          <w:lang w:val="tr-TR"/>
        </w:rPr>
      </w:pPr>
      <w:r>
        <w:rPr>
          <w:lang w:val="tr-TR"/>
        </w:rPr>
        <w:t xml:space="preserve">Syntax of Javascript function is </w:t>
      </w:r>
    </w:p>
    <w:p w14:paraId="6787676D" w14:textId="77777777" w:rsidR="00F50F6C" w:rsidRDefault="00F50F6C" w:rsidP="005F66C0">
      <w:pPr>
        <w:rPr>
          <w:lang w:val="tr-TR"/>
        </w:rPr>
      </w:pPr>
    </w:p>
    <w:p w14:paraId="5097C166" w14:textId="77777777" w:rsidR="00F50F6C" w:rsidRDefault="00F50F6C" w:rsidP="00F50F6C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sz w:val="19"/>
          <w:szCs w:val="19"/>
        </w:rPr>
      </w:pPr>
      <w:r>
        <w:rPr>
          <w:rFonts w:ascii="Consolas" w:eastAsia="Calibri" w:hAnsi="Consolas" w:cs="Consolas"/>
          <w:color w:val="0000FF"/>
          <w:sz w:val="19"/>
          <w:szCs w:val="19"/>
        </w:rPr>
        <w:t>function</w:t>
      </w:r>
      <w:r>
        <w:rPr>
          <w:rFonts w:ascii="Consolas" w:eastAsia="Calibri" w:hAnsi="Consolas" w:cs="Consolas"/>
          <w:sz w:val="19"/>
          <w:szCs w:val="19"/>
        </w:rPr>
        <w:t xml:space="preserve"> &lt;</w:t>
      </w:r>
      <w:proofErr w:type="spellStart"/>
      <w:r>
        <w:rPr>
          <w:rFonts w:ascii="Consolas" w:eastAsia="Calibri" w:hAnsi="Consolas" w:cs="Consolas"/>
          <w:sz w:val="19"/>
          <w:szCs w:val="19"/>
        </w:rPr>
        <w:t>fucntionName</w:t>
      </w:r>
      <w:proofErr w:type="spellEnd"/>
      <w:proofErr w:type="gramStart"/>
      <w:r>
        <w:rPr>
          <w:rFonts w:ascii="Consolas" w:eastAsia="Calibri" w:hAnsi="Consolas" w:cs="Consolas"/>
          <w:sz w:val="19"/>
          <w:szCs w:val="19"/>
        </w:rPr>
        <w:t>&gt;(</w:t>
      </w:r>
      <w:proofErr w:type="gramEnd"/>
      <w:r>
        <w:rPr>
          <w:rFonts w:ascii="Consolas" w:eastAsia="Calibri" w:hAnsi="Consolas" w:cs="Consolas"/>
          <w:sz w:val="19"/>
          <w:szCs w:val="19"/>
        </w:rPr>
        <w:t>)</w:t>
      </w:r>
    </w:p>
    <w:p w14:paraId="68E3491C" w14:textId="77777777" w:rsidR="00F50F6C" w:rsidRDefault="00F50F6C" w:rsidP="00F50F6C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sz w:val="19"/>
          <w:szCs w:val="19"/>
        </w:rPr>
      </w:pPr>
      <w:r>
        <w:rPr>
          <w:rFonts w:ascii="Consolas" w:eastAsia="Calibri" w:hAnsi="Consolas" w:cs="Consolas"/>
          <w:sz w:val="19"/>
          <w:szCs w:val="19"/>
        </w:rPr>
        <w:t xml:space="preserve"> {</w:t>
      </w:r>
    </w:p>
    <w:p w14:paraId="727895F4" w14:textId="77777777" w:rsidR="00F50F6C" w:rsidRDefault="00F50F6C" w:rsidP="00F50F6C">
      <w:pPr>
        <w:autoSpaceDE w:val="0"/>
        <w:autoSpaceDN w:val="0"/>
        <w:adjustRightInd w:val="0"/>
        <w:ind w:firstLine="720"/>
        <w:jc w:val="left"/>
        <w:rPr>
          <w:rFonts w:ascii="Consolas" w:eastAsia="Calibri" w:hAnsi="Consolas" w:cs="Consolas"/>
          <w:sz w:val="19"/>
          <w:szCs w:val="19"/>
        </w:rPr>
      </w:pPr>
      <w:r>
        <w:rPr>
          <w:rFonts w:ascii="Consolas" w:eastAsia="Calibri" w:hAnsi="Consolas" w:cs="Consolas"/>
          <w:sz w:val="19"/>
          <w:szCs w:val="19"/>
        </w:rPr>
        <w:t xml:space="preserve">&lt;body&gt; </w:t>
      </w:r>
    </w:p>
    <w:p w14:paraId="171DA93B" w14:textId="77777777" w:rsidR="00F50F6C" w:rsidRDefault="00F50F6C" w:rsidP="00F50F6C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sz w:val="19"/>
          <w:szCs w:val="19"/>
        </w:rPr>
      </w:pPr>
      <w:r>
        <w:rPr>
          <w:rFonts w:ascii="Consolas" w:eastAsia="Calibri" w:hAnsi="Consolas" w:cs="Consolas"/>
          <w:sz w:val="19"/>
          <w:szCs w:val="19"/>
        </w:rPr>
        <w:t xml:space="preserve"> }</w:t>
      </w:r>
    </w:p>
    <w:p w14:paraId="67F1EC03" w14:textId="77777777" w:rsidR="00F50F6C" w:rsidRDefault="00F50F6C" w:rsidP="005F66C0">
      <w:pPr>
        <w:rPr>
          <w:lang w:val="tr-TR"/>
        </w:rPr>
      </w:pPr>
    </w:p>
    <w:p w14:paraId="46F8160B" w14:textId="77777777" w:rsidR="00CC7F84" w:rsidRDefault="00CC7F84" w:rsidP="005F66C0">
      <w:pPr>
        <w:rPr>
          <w:lang w:val="tr-TR"/>
        </w:rPr>
      </w:pPr>
    </w:p>
    <w:p w14:paraId="36726D80" w14:textId="77777777" w:rsidR="00CC7F84" w:rsidRDefault="00CC7F84" w:rsidP="005F66C0">
      <w:pPr>
        <w:rPr>
          <w:lang w:val="tr-TR"/>
        </w:rPr>
      </w:pPr>
      <w:r>
        <w:rPr>
          <w:lang w:val="tr-TR"/>
        </w:rPr>
        <w:t xml:space="preserve">TRY THIS </w:t>
      </w:r>
    </w:p>
    <w:p w14:paraId="5EDFA89B" w14:textId="77777777" w:rsidR="00CC7F84" w:rsidRDefault="00CC7F84" w:rsidP="001317DC">
      <w:pPr>
        <w:autoSpaceDE w:val="0"/>
        <w:autoSpaceDN w:val="0"/>
        <w:adjustRightInd w:val="0"/>
        <w:jc w:val="left"/>
        <w:rPr>
          <w:lang w:val="tr-TR"/>
        </w:rPr>
      </w:pPr>
      <w:r>
        <w:rPr>
          <w:lang w:val="tr-TR"/>
        </w:rPr>
        <w:t xml:space="preserve">Create a page as shown, the page will take two numbers and when you press the button JavasScript </w:t>
      </w:r>
      <w:r w:rsidR="00BC326F">
        <w:rPr>
          <w:lang w:val="tr-TR"/>
        </w:rPr>
        <w:t xml:space="preserve">function  </w:t>
      </w:r>
      <w:proofErr w:type="spellStart"/>
      <w:r w:rsidR="001317DC">
        <w:rPr>
          <w:rFonts w:ascii="Consolas" w:eastAsia="Calibri" w:hAnsi="Consolas" w:cs="Consolas"/>
          <w:sz w:val="19"/>
          <w:szCs w:val="19"/>
        </w:rPr>
        <w:t>AddTwoNumbers</w:t>
      </w:r>
      <w:proofErr w:type="spellEnd"/>
      <w:r w:rsidR="001317DC">
        <w:rPr>
          <w:rFonts w:ascii="Consolas" w:eastAsia="Calibri" w:hAnsi="Consolas" w:cs="Consolas"/>
          <w:sz w:val="19"/>
          <w:szCs w:val="19"/>
        </w:rPr>
        <w:t xml:space="preserve"> </w:t>
      </w:r>
      <w:r w:rsidR="00BC326F">
        <w:rPr>
          <w:lang w:val="tr-TR"/>
        </w:rPr>
        <w:t>will be called this function will add the two numbers and display in output textbox.</w:t>
      </w:r>
      <w:r w:rsidR="002A0B14">
        <w:rPr>
          <w:lang w:val="tr-TR"/>
        </w:rPr>
        <w:t xml:space="preserve"> </w:t>
      </w:r>
    </w:p>
    <w:p w14:paraId="45542BBC" w14:textId="77777777" w:rsidR="00D17981" w:rsidRDefault="00D17981" w:rsidP="001317DC">
      <w:pPr>
        <w:autoSpaceDE w:val="0"/>
        <w:autoSpaceDN w:val="0"/>
        <w:adjustRightInd w:val="0"/>
        <w:jc w:val="left"/>
        <w:rPr>
          <w:lang w:val="tr-TR"/>
        </w:rPr>
      </w:pPr>
    </w:p>
    <w:p w14:paraId="491E9494" w14:textId="77777777" w:rsidR="00D17981" w:rsidRDefault="00D17981" w:rsidP="001317DC">
      <w:pPr>
        <w:autoSpaceDE w:val="0"/>
        <w:autoSpaceDN w:val="0"/>
        <w:adjustRightInd w:val="0"/>
        <w:jc w:val="left"/>
        <w:rPr>
          <w:lang w:val="tr-TR"/>
        </w:rPr>
      </w:pPr>
      <w:r>
        <w:rPr>
          <w:noProof/>
        </w:rPr>
        <w:drawing>
          <wp:inline distT="0" distB="0" distL="0" distR="0" wp14:anchorId="6707F371" wp14:editId="3713253F">
            <wp:extent cx="5943600" cy="3536950"/>
            <wp:effectExtent l="19050" t="19050" r="19050" b="2540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369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3536BDF8" w14:textId="77777777" w:rsidR="005F66C0" w:rsidRDefault="005F66C0" w:rsidP="005F66C0">
      <w:pPr>
        <w:rPr>
          <w:lang w:val="tr-TR"/>
        </w:rPr>
      </w:pPr>
    </w:p>
    <w:p w14:paraId="1022A285" w14:textId="7BC1D088" w:rsidR="000F5D7C" w:rsidRDefault="00D17981" w:rsidP="005F66C0">
      <w:r>
        <w:t xml:space="preserve">The example showed how to take get input from text boxes in </w:t>
      </w:r>
      <w:r w:rsidR="00DF30E4">
        <w:t>JavaScript</w:t>
      </w:r>
      <w:r>
        <w:t xml:space="preserve"> function, how to set value of text box in JavaScript function, and how to specify what function should be called on Client side when a button is pressed</w:t>
      </w:r>
    </w:p>
    <w:p w14:paraId="1BC1907A" w14:textId="77777777" w:rsidR="000F5D7C" w:rsidRDefault="000F5D7C">
      <w:pPr>
        <w:jc w:val="left"/>
      </w:pPr>
      <w:r>
        <w:br w:type="page"/>
      </w:r>
    </w:p>
    <w:p w14:paraId="6BD048B9" w14:textId="77777777" w:rsidR="000F5D7C" w:rsidRDefault="000F5D7C" w:rsidP="000F5D7C">
      <w:pPr>
        <w:pStyle w:val="Heading2"/>
      </w:pPr>
      <w:bookmarkStart w:id="12" w:name="_Toc476084784"/>
      <w:r>
        <w:lastRenderedPageBreak/>
        <w:t>Java Script EXERCISE</w:t>
      </w:r>
      <w:bookmarkEnd w:id="12"/>
    </w:p>
    <w:p w14:paraId="3082C816" w14:textId="77777777" w:rsidR="000F5D7C" w:rsidRDefault="000F5D7C" w:rsidP="000F5D7C">
      <w:r>
        <w:t>Use the Web form you create and how create Java Script function to convert currency to/from Rs to selected medium</w:t>
      </w:r>
    </w:p>
    <w:p w14:paraId="2442B69B" w14:textId="77777777" w:rsidR="000F5D7C" w:rsidRDefault="000F5D7C" w:rsidP="000F5D7C"/>
    <w:p w14:paraId="2E641E25" w14:textId="3D8D9070" w:rsidR="000F5D7C" w:rsidRDefault="000F5D7C" w:rsidP="000F5D7C">
      <w:pPr>
        <w:pStyle w:val="ListParagraph"/>
        <w:numPr>
          <w:ilvl w:val="0"/>
          <w:numId w:val="20"/>
        </w:numPr>
      </w:pPr>
      <w:r>
        <w:t>Create a JS function that will be called when ‘Convert to RS from selected Medium’ is pressed, it should get the value from 1</w:t>
      </w:r>
      <w:r w:rsidRPr="000F5D7C">
        <w:rPr>
          <w:vertAlign w:val="superscript"/>
        </w:rPr>
        <w:t>st</w:t>
      </w:r>
      <w:r>
        <w:t xml:space="preserve"> text box and convert it to selected medium, and display in 2</w:t>
      </w:r>
      <w:r w:rsidRPr="000F5D7C">
        <w:rPr>
          <w:vertAlign w:val="superscript"/>
        </w:rPr>
        <w:t>nd</w:t>
      </w:r>
      <w:r>
        <w:t xml:space="preserve"> text </w:t>
      </w:r>
      <w:r w:rsidR="00DF30E4">
        <w:t>box.</w:t>
      </w:r>
    </w:p>
    <w:p w14:paraId="51E53001" w14:textId="7AEADFCB" w:rsidR="000F5D7C" w:rsidRDefault="000F5D7C" w:rsidP="000F5D7C">
      <w:pPr>
        <w:pStyle w:val="ListParagraph"/>
        <w:numPr>
          <w:ilvl w:val="0"/>
          <w:numId w:val="20"/>
        </w:numPr>
      </w:pPr>
      <w:r>
        <w:t>Create a JS function the will be called when Selected medium to Rs is clicked, it should take value from 3</w:t>
      </w:r>
      <w:r w:rsidRPr="000F5D7C">
        <w:rPr>
          <w:vertAlign w:val="superscript"/>
        </w:rPr>
        <w:t>rd</w:t>
      </w:r>
      <w:r>
        <w:t xml:space="preserve"> text box convert it into Rs from selected currency and display in 4</w:t>
      </w:r>
      <w:r w:rsidRPr="000F5D7C">
        <w:rPr>
          <w:vertAlign w:val="superscript"/>
        </w:rPr>
        <w:t>th</w:t>
      </w:r>
      <w:r>
        <w:t xml:space="preserve"> text box</w:t>
      </w:r>
      <w:r w:rsidR="00DF30E4">
        <w:t>.</w:t>
      </w:r>
    </w:p>
    <w:p w14:paraId="606F89E7" w14:textId="77777777" w:rsidR="000F5D7C" w:rsidRDefault="000F5D7C" w:rsidP="000F5D7C">
      <w:pPr>
        <w:pStyle w:val="ListParagraph"/>
        <w:numPr>
          <w:ilvl w:val="0"/>
          <w:numId w:val="20"/>
        </w:numPr>
      </w:pPr>
      <w:r>
        <w:t>Create a JS function that will be called when Reset button is pressed, it should clear all the text boxes, display the selected currency in 5</w:t>
      </w:r>
      <w:r w:rsidRPr="000F5D7C">
        <w:rPr>
          <w:vertAlign w:val="superscript"/>
        </w:rPr>
        <w:t>th</w:t>
      </w:r>
      <w:r>
        <w:t xml:space="preserve"> text box and you name and roll number in 6</w:t>
      </w:r>
      <w:r w:rsidRPr="000F5D7C">
        <w:rPr>
          <w:vertAlign w:val="superscript"/>
        </w:rPr>
        <w:t>th</w:t>
      </w:r>
      <w:r>
        <w:t xml:space="preserve"> text box.</w:t>
      </w:r>
    </w:p>
    <w:p w14:paraId="320A4034" w14:textId="77777777" w:rsidR="000F5D7C" w:rsidRDefault="00187D11" w:rsidP="00187D11">
      <w:pPr>
        <w:rPr>
          <w:color w:val="FF0000"/>
        </w:rPr>
      </w:pPr>
      <w:r>
        <w:rPr>
          <w:color w:val="FF0000"/>
        </w:rPr>
        <w:t>**</w:t>
      </w:r>
      <w:r w:rsidR="000F5D7C" w:rsidRPr="00187D11">
        <w:rPr>
          <w:color w:val="FF0000"/>
        </w:rPr>
        <w:t xml:space="preserve">NOTE: DON’T USE KEYWORDS SUCH AS RESET AS NAME OF YOU JS FUNCTIONS </w:t>
      </w:r>
    </w:p>
    <w:p w14:paraId="4E4DEA33" w14:textId="77777777" w:rsidR="00187D11" w:rsidRPr="00187D11" w:rsidRDefault="00187D11" w:rsidP="00187D11">
      <w:pPr>
        <w:rPr>
          <w:color w:val="FF0000"/>
        </w:rPr>
      </w:pPr>
    </w:p>
    <w:p w14:paraId="1E1E822B" w14:textId="77777777" w:rsidR="000F5D7C" w:rsidRPr="008857F5" w:rsidRDefault="000F5D7C" w:rsidP="000F5D7C">
      <w:r>
        <w:rPr>
          <w:noProof/>
        </w:rPr>
        <w:drawing>
          <wp:inline distT="0" distB="0" distL="0" distR="0" wp14:anchorId="7488AAA4" wp14:editId="3A073DBB">
            <wp:extent cx="5943600" cy="4770755"/>
            <wp:effectExtent l="19050" t="19050" r="19050" b="1079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7075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137464B8" w14:textId="77777777" w:rsidR="000F5D7C" w:rsidRDefault="000F5D7C" w:rsidP="000F5D7C"/>
    <w:p w14:paraId="7348AA0D" w14:textId="77777777" w:rsidR="000F5D7C" w:rsidRDefault="000F5D7C" w:rsidP="000F5D7C">
      <w:pPr>
        <w:pStyle w:val="Heading3"/>
      </w:pPr>
      <w:bookmarkStart w:id="13" w:name="_Toc476084785"/>
      <w:r>
        <w:t>SELF EXPLORATION:</w:t>
      </w:r>
      <w:bookmarkEnd w:id="13"/>
    </w:p>
    <w:p w14:paraId="45B0B24D" w14:textId="77777777" w:rsidR="005F66C0" w:rsidRPr="005F66C0" w:rsidRDefault="000F5D7C" w:rsidP="000F5D7C">
      <w:r>
        <w:t>You can also separate CSS style from Web from by adding Style in .CSS file and link it to your Web form.</w:t>
      </w:r>
    </w:p>
    <w:p w14:paraId="26B51E4C" w14:textId="77777777" w:rsidR="0057370A" w:rsidRPr="005F66C0" w:rsidRDefault="0057370A" w:rsidP="005F66C0">
      <w:pPr>
        <w:ind w:left="720"/>
      </w:pPr>
    </w:p>
    <w:p w14:paraId="0D5819C9" w14:textId="77777777" w:rsidR="005F66C0" w:rsidRPr="005F66C0" w:rsidRDefault="005F66C0" w:rsidP="005F66C0"/>
    <w:p w14:paraId="07E1F523" w14:textId="77777777" w:rsidR="000B4555" w:rsidRPr="00A96D27" w:rsidRDefault="00366903" w:rsidP="000B4555">
      <w:pPr>
        <w:pStyle w:val="ListParagraph"/>
        <w:widowControl w:val="0"/>
        <w:autoSpaceDE w:val="0"/>
        <w:autoSpaceDN w:val="0"/>
        <w:adjustRightInd w:val="0"/>
        <w:spacing w:after="0" w:line="341" w:lineRule="exact"/>
        <w:ind w:left="0" w:right="666"/>
        <w:rPr>
          <w:sz w:val="24"/>
          <w:szCs w:val="24"/>
        </w:rPr>
      </w:pPr>
      <w:r w:rsidRPr="00ED6D5B">
        <w:rPr>
          <w:noProof/>
        </w:rPr>
        <w:drawing>
          <wp:inline distT="0" distB="0" distL="0" distR="0" wp14:anchorId="42D7F4FE" wp14:editId="71DE87BE">
            <wp:extent cx="5943600" cy="4810125"/>
            <wp:effectExtent l="0" t="0" r="0" b="9525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4555" w:rsidRPr="00A96D27" w:rsidSect="007A51D8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63FFB" w14:textId="77777777" w:rsidR="00121031" w:rsidRDefault="00121031" w:rsidP="00BD37C2">
      <w:r>
        <w:separator/>
      </w:r>
    </w:p>
  </w:endnote>
  <w:endnote w:type="continuationSeparator" w:id="0">
    <w:p w14:paraId="4574B13D" w14:textId="77777777" w:rsidR="00121031" w:rsidRDefault="00121031" w:rsidP="00BD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MS Mincho"/>
    <w:charset w:val="80"/>
    <w:family w:val="auto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A2B7C" w14:textId="77777777" w:rsidR="00813DAE" w:rsidRPr="00CF2917" w:rsidRDefault="00813DAE">
    <w:pPr>
      <w:pStyle w:val="Footer"/>
      <w:rPr>
        <w:sz w:val="24"/>
      </w:rPr>
    </w:pPr>
    <w:r w:rsidRPr="00CF2917">
      <w:rPr>
        <w:sz w:val="24"/>
      </w:rPr>
      <w:t xml:space="preserve">Page </w:t>
    </w:r>
    <w:r w:rsidRPr="00CF2917">
      <w:rPr>
        <w:sz w:val="24"/>
      </w:rPr>
      <w:fldChar w:fldCharType="begin"/>
    </w:r>
    <w:r w:rsidRPr="00CF2917">
      <w:rPr>
        <w:sz w:val="24"/>
      </w:rPr>
      <w:instrText xml:space="preserve"> PAGE   \* MERGEFORMAT </w:instrText>
    </w:r>
    <w:r w:rsidRPr="00CF2917">
      <w:rPr>
        <w:sz w:val="24"/>
      </w:rPr>
      <w:fldChar w:fldCharType="separate"/>
    </w:r>
    <w:r w:rsidR="00B07CBD">
      <w:rPr>
        <w:noProof/>
        <w:sz w:val="24"/>
      </w:rPr>
      <w:t>10</w:t>
    </w:r>
    <w:r w:rsidRPr="00CF2917">
      <w:rPr>
        <w:noProof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AA37D" w14:textId="77777777" w:rsidR="00121031" w:rsidRDefault="00121031" w:rsidP="00BD37C2">
      <w:r>
        <w:separator/>
      </w:r>
    </w:p>
  </w:footnote>
  <w:footnote w:type="continuationSeparator" w:id="0">
    <w:p w14:paraId="3DC29DF1" w14:textId="77777777" w:rsidR="00121031" w:rsidRDefault="00121031" w:rsidP="00BD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DCD2B" w14:textId="77AE440E" w:rsidR="00813DAE" w:rsidRPr="00CF2917" w:rsidRDefault="00813DAE" w:rsidP="007A51D8">
    <w:pPr>
      <w:pStyle w:val="Header"/>
      <w:rPr>
        <w:sz w:val="22"/>
      </w:rPr>
    </w:pPr>
    <w:r w:rsidRPr="00A23C72">
      <w:rPr>
        <w:noProof/>
      </w:rPr>
      <w:drawing>
        <wp:inline distT="0" distB="0" distL="0" distR="0" wp14:anchorId="02999DD0" wp14:editId="5A47F141">
          <wp:extent cx="352425" cy="342900"/>
          <wp:effectExtent l="0" t="0" r="9525" b="0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342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Pr="00CF2917">
      <w:rPr>
        <w:sz w:val="22"/>
      </w:rPr>
      <w:t>FAST NU Lahore</w:t>
    </w:r>
    <w:r w:rsidRPr="00CF2917">
      <w:rPr>
        <w:sz w:val="22"/>
      </w:rPr>
      <w:tab/>
    </w:r>
    <w:r w:rsidRPr="00CF2917">
      <w:rPr>
        <w:sz w:val="22"/>
      </w:rPr>
      <w:tab/>
      <w:t xml:space="preserve">Database Systems </w:t>
    </w:r>
    <w:r w:rsidR="000F4165">
      <w:rPr>
        <w:sz w:val="22"/>
      </w:rPr>
      <w:t xml:space="preserve">Lab </w:t>
    </w:r>
    <w:r w:rsidRPr="00CF2917">
      <w:rPr>
        <w:sz w:val="22"/>
      </w:rPr>
      <w:t>C</w:t>
    </w:r>
    <w:r w:rsidR="000F4165">
      <w:rPr>
        <w:sz w:val="22"/>
      </w:rPr>
      <w:t>L</w:t>
    </w:r>
    <w:r w:rsidRPr="00CF2917">
      <w:rPr>
        <w:sz w:val="22"/>
      </w:rPr>
      <w:t xml:space="preserve"> 2</w:t>
    </w:r>
    <w:r w:rsidR="000F4165">
      <w:rPr>
        <w:sz w:val="22"/>
      </w:rPr>
      <w:t>1</w:t>
    </w:r>
    <w:r w:rsidR="00E557EA">
      <w:rPr>
        <w:sz w:val="22"/>
      </w:rPr>
      <w:t>9</w:t>
    </w:r>
  </w:p>
  <w:p w14:paraId="3C34D0D3" w14:textId="77777777" w:rsidR="00813DAE" w:rsidRDefault="00813D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E22CA"/>
    <w:multiLevelType w:val="hybridMultilevel"/>
    <w:tmpl w:val="9D8813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56C54"/>
    <w:multiLevelType w:val="hybridMultilevel"/>
    <w:tmpl w:val="66AEA012"/>
    <w:lvl w:ilvl="0" w:tplc="56AA51B6">
      <w:start w:val="1"/>
      <w:numFmt w:val="decimal"/>
      <w:lvlText w:val="%1.     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24E5D8E"/>
    <w:multiLevelType w:val="multilevel"/>
    <w:tmpl w:val="8AB49EC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C2386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99231F"/>
    <w:multiLevelType w:val="hybridMultilevel"/>
    <w:tmpl w:val="413A9C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3B3FAA"/>
    <w:multiLevelType w:val="hybridMultilevel"/>
    <w:tmpl w:val="5BA8A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402D4"/>
    <w:multiLevelType w:val="hybridMultilevel"/>
    <w:tmpl w:val="7D3C0B26"/>
    <w:lvl w:ilvl="0" w:tplc="2E68B49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72268E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40DF42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3EDE26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8C114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2877F0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48ECB8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D2504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48ACD8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F74D9"/>
    <w:multiLevelType w:val="hybridMultilevel"/>
    <w:tmpl w:val="64C8BC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C614A1"/>
    <w:multiLevelType w:val="hybridMultilevel"/>
    <w:tmpl w:val="B972E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AF4FA4"/>
    <w:multiLevelType w:val="hybridMultilevel"/>
    <w:tmpl w:val="266EA35A"/>
    <w:lvl w:ilvl="0" w:tplc="4C54B18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B8AD8A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863C2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7E5EC4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C9A3A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466C90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F08D1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820C6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0A750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9B13071"/>
    <w:multiLevelType w:val="multilevel"/>
    <w:tmpl w:val="25B63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DD18B9"/>
    <w:multiLevelType w:val="hybridMultilevel"/>
    <w:tmpl w:val="2DC2B8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D4524"/>
    <w:multiLevelType w:val="multilevel"/>
    <w:tmpl w:val="1B3E91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45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A66528"/>
    <w:multiLevelType w:val="hybridMultilevel"/>
    <w:tmpl w:val="FD3EB614"/>
    <w:lvl w:ilvl="0" w:tplc="BE8C9698">
      <w:start w:val="1"/>
      <w:numFmt w:val="decimal"/>
      <w:lvlText w:val="%1.    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0136"/>
    <w:multiLevelType w:val="multilevel"/>
    <w:tmpl w:val="27DC6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795993"/>
    <w:multiLevelType w:val="multilevel"/>
    <w:tmpl w:val="6CB61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4"/>
  </w:num>
  <w:num w:numId="5">
    <w:abstractNumId w:val="1"/>
  </w:num>
  <w:num w:numId="6">
    <w:abstractNumId w:val="10"/>
  </w:num>
  <w:num w:numId="7">
    <w:abstractNumId w:val="1"/>
  </w:num>
  <w:num w:numId="8">
    <w:abstractNumId w:val="1"/>
  </w:num>
  <w:num w:numId="9">
    <w:abstractNumId w:val="12"/>
  </w:num>
  <w:num w:numId="10">
    <w:abstractNumId w:val="15"/>
  </w:num>
  <w:num w:numId="11">
    <w:abstractNumId w:val="0"/>
  </w:num>
  <w:num w:numId="12">
    <w:abstractNumId w:val="4"/>
  </w:num>
  <w:num w:numId="13">
    <w:abstractNumId w:val="8"/>
  </w:num>
  <w:num w:numId="14">
    <w:abstractNumId w:val="1"/>
  </w:num>
  <w:num w:numId="15">
    <w:abstractNumId w:val="11"/>
  </w:num>
  <w:num w:numId="16">
    <w:abstractNumId w:val="3"/>
  </w:num>
  <w:num w:numId="17">
    <w:abstractNumId w:val="7"/>
  </w:num>
  <w:num w:numId="18">
    <w:abstractNumId w:val="6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3B8"/>
    <w:rsid w:val="00062D8F"/>
    <w:rsid w:val="00067B97"/>
    <w:rsid w:val="000A4018"/>
    <w:rsid w:val="000B4555"/>
    <w:rsid w:val="000F1DD5"/>
    <w:rsid w:val="000F2C27"/>
    <w:rsid w:val="000F4165"/>
    <w:rsid w:val="000F5D7C"/>
    <w:rsid w:val="00121031"/>
    <w:rsid w:val="00121B9E"/>
    <w:rsid w:val="001317DC"/>
    <w:rsid w:val="00187D11"/>
    <w:rsid w:val="00192193"/>
    <w:rsid w:val="001F3923"/>
    <w:rsid w:val="00222F78"/>
    <w:rsid w:val="00246054"/>
    <w:rsid w:val="0026187F"/>
    <w:rsid w:val="002730DE"/>
    <w:rsid w:val="002A0B14"/>
    <w:rsid w:val="0031472A"/>
    <w:rsid w:val="00366903"/>
    <w:rsid w:val="00373B92"/>
    <w:rsid w:val="003A2D33"/>
    <w:rsid w:val="003C62FE"/>
    <w:rsid w:val="0041533E"/>
    <w:rsid w:val="00495EAE"/>
    <w:rsid w:val="0057370A"/>
    <w:rsid w:val="005B7079"/>
    <w:rsid w:val="005C60F2"/>
    <w:rsid w:val="005D62A4"/>
    <w:rsid w:val="005F66C0"/>
    <w:rsid w:val="006219E1"/>
    <w:rsid w:val="006672EC"/>
    <w:rsid w:val="00681ADC"/>
    <w:rsid w:val="006A01B4"/>
    <w:rsid w:val="006B1D05"/>
    <w:rsid w:val="006F4CEE"/>
    <w:rsid w:val="00702297"/>
    <w:rsid w:val="0074323B"/>
    <w:rsid w:val="00786713"/>
    <w:rsid w:val="0078733A"/>
    <w:rsid w:val="007A51D8"/>
    <w:rsid w:val="007B0208"/>
    <w:rsid w:val="00813DAE"/>
    <w:rsid w:val="008543B8"/>
    <w:rsid w:val="008857F5"/>
    <w:rsid w:val="00895C8A"/>
    <w:rsid w:val="008D3F66"/>
    <w:rsid w:val="00911C80"/>
    <w:rsid w:val="009940F1"/>
    <w:rsid w:val="009A0AB3"/>
    <w:rsid w:val="009A583F"/>
    <w:rsid w:val="00A12EE3"/>
    <w:rsid w:val="00A334AF"/>
    <w:rsid w:val="00A733E3"/>
    <w:rsid w:val="00A84374"/>
    <w:rsid w:val="00AC7D8A"/>
    <w:rsid w:val="00AE59A1"/>
    <w:rsid w:val="00AF464D"/>
    <w:rsid w:val="00B07CBD"/>
    <w:rsid w:val="00B13A22"/>
    <w:rsid w:val="00BC326F"/>
    <w:rsid w:val="00BD37C2"/>
    <w:rsid w:val="00BF4423"/>
    <w:rsid w:val="00C00061"/>
    <w:rsid w:val="00C04564"/>
    <w:rsid w:val="00C0633F"/>
    <w:rsid w:val="00C4135D"/>
    <w:rsid w:val="00C463E1"/>
    <w:rsid w:val="00CC7F84"/>
    <w:rsid w:val="00CF2917"/>
    <w:rsid w:val="00D17981"/>
    <w:rsid w:val="00D440F9"/>
    <w:rsid w:val="00DC1508"/>
    <w:rsid w:val="00DD3851"/>
    <w:rsid w:val="00DE73B0"/>
    <w:rsid w:val="00DF30E4"/>
    <w:rsid w:val="00DF7105"/>
    <w:rsid w:val="00E20702"/>
    <w:rsid w:val="00E557EA"/>
    <w:rsid w:val="00E70069"/>
    <w:rsid w:val="00EB4ACF"/>
    <w:rsid w:val="00ED6D5B"/>
    <w:rsid w:val="00EF0B5D"/>
    <w:rsid w:val="00F044AC"/>
    <w:rsid w:val="00F331AB"/>
    <w:rsid w:val="00F50F6C"/>
    <w:rsid w:val="00F92859"/>
    <w:rsid w:val="00F96B41"/>
    <w:rsid w:val="00FB7604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41648"/>
  <w15:chartTrackingRefBased/>
  <w15:docId w15:val="{62D5DFA3-F4C3-4AFA-AC20-64981B4A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903"/>
    <w:pPr>
      <w:jc w:val="both"/>
    </w:pPr>
    <w:rPr>
      <w:rFonts w:ascii="Times New Roman" w:eastAsia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2C27"/>
    <w:pPr>
      <w:keepNext/>
      <w:keepLines/>
      <w:numPr>
        <w:numId w:val="1"/>
      </w:numPr>
      <w:spacing w:before="240" w:after="240"/>
      <w:outlineLvl w:val="0"/>
    </w:pPr>
    <w:rPr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95C8A"/>
    <w:pPr>
      <w:keepNext/>
      <w:keepLines/>
      <w:spacing w:before="160" w:after="120"/>
      <w:outlineLvl w:val="1"/>
    </w:pPr>
    <w:rPr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1472A"/>
    <w:pPr>
      <w:keepNext/>
      <w:keepLines/>
      <w:spacing w:before="160" w:after="120"/>
      <w:outlineLvl w:val="2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F4423"/>
  </w:style>
  <w:style w:type="character" w:customStyle="1" w:styleId="NoSpacingChar">
    <w:name w:val="No Spacing Char"/>
    <w:link w:val="NoSpacing"/>
    <w:uiPriority w:val="1"/>
    <w:rsid w:val="00BF4423"/>
    <w:rPr>
      <w:rFonts w:ascii="Calibri" w:eastAsia="Times New Roman" w:hAnsi="Calibri" w:cs="Times New Roman"/>
    </w:rPr>
  </w:style>
  <w:style w:type="character" w:customStyle="1" w:styleId="Heading1Char">
    <w:name w:val="Heading 1 Char"/>
    <w:link w:val="Heading1"/>
    <w:uiPriority w:val="9"/>
    <w:rsid w:val="000F2C27"/>
    <w:rPr>
      <w:rFonts w:ascii="Times New Roman" w:eastAsia="Times New Roman" w:hAnsi="Times New Roman"/>
      <w:b/>
      <w:sz w:val="36"/>
      <w:szCs w:val="32"/>
    </w:rPr>
  </w:style>
  <w:style w:type="character" w:customStyle="1" w:styleId="Heading2Char">
    <w:name w:val="Heading 2 Char"/>
    <w:link w:val="Heading2"/>
    <w:uiPriority w:val="9"/>
    <w:rsid w:val="00895C8A"/>
    <w:rPr>
      <w:rFonts w:ascii="Times New Roman" w:eastAsia="Times New Roman" w:hAnsi="Times New Roman"/>
      <w:b/>
      <w:sz w:val="32"/>
      <w:szCs w:val="26"/>
    </w:rPr>
  </w:style>
  <w:style w:type="character" w:customStyle="1" w:styleId="Heading3Char">
    <w:name w:val="Heading 3 Char"/>
    <w:link w:val="Heading3"/>
    <w:uiPriority w:val="9"/>
    <w:rsid w:val="0031472A"/>
    <w:rPr>
      <w:rFonts w:ascii="Times New Roman" w:eastAsia="Times New Roman" w:hAnsi="Times New Roman"/>
      <w:b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F4423"/>
    <w:pPr>
      <w:spacing w:line="259" w:lineRule="auto"/>
      <w:outlineLvl w:val="9"/>
    </w:pPr>
    <w:rPr>
      <w:rFonts w:ascii="Calibri Light" w:hAnsi="Calibri Light"/>
      <w:color w:val="2E74B5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F442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F442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F4423"/>
    <w:pPr>
      <w:spacing w:after="100"/>
      <w:ind w:left="440"/>
    </w:pPr>
  </w:style>
  <w:style w:type="character" w:styleId="Hyperlink">
    <w:name w:val="Hyperlink"/>
    <w:uiPriority w:val="99"/>
    <w:unhideWhenUsed/>
    <w:rsid w:val="00BF442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D37C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D37C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D37C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D37C2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0F1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0B4555"/>
    <w:rPr>
      <w:rFonts w:cs="Times New Roman"/>
      <w:b/>
    </w:rPr>
  </w:style>
  <w:style w:type="paragraph" w:styleId="NormalWeb">
    <w:name w:val="Normal (Web)"/>
    <w:basedOn w:val="Normal"/>
    <w:uiPriority w:val="99"/>
    <w:rsid w:val="000B4555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66903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6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9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594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Custom%20Office%20Templates\DB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D7899-4059-4436-AB3D-BE650690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DBlab.dotx</Template>
  <TotalTime>203</TotalTime>
  <Pages>11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7182</CharactersWithSpaces>
  <SharedDoc>false</SharedDoc>
  <HLinks>
    <vt:vector size="36" baseType="variant"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_Toc421034138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_Toc421034137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_Toc421034136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_Toc421034135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_Toc421034134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_Toc421034133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Saddam</cp:lastModifiedBy>
  <cp:revision>39</cp:revision>
  <dcterms:created xsi:type="dcterms:W3CDTF">2017-02-28T13:05:00Z</dcterms:created>
  <dcterms:modified xsi:type="dcterms:W3CDTF">2021-03-16T21:08:00Z</dcterms:modified>
</cp:coreProperties>
</file>